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18AC" w:rsidRPr="000B39E3" w:rsidRDefault="008918AC" w:rsidP="008918AC">
      <w:pPr>
        <w:pStyle w:val="Titul1"/>
      </w:pPr>
      <w:r w:rsidRPr="000B39E3">
        <w:t>Smlouva o dílo</w:t>
      </w:r>
    </w:p>
    <w:p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rsidR="008918AC" w:rsidRPr="000B39E3" w:rsidRDefault="008918AC" w:rsidP="008918AC">
      <w:pPr>
        <w:spacing w:before="120"/>
      </w:pPr>
      <w:r w:rsidRPr="000B39E3">
        <w:t>na zhotovení díla:</w:t>
      </w:r>
    </w:p>
    <w:p w:rsidR="008918AC" w:rsidRPr="00940D8E" w:rsidRDefault="008918AC" w:rsidP="008918AC">
      <w:pPr>
        <w:pStyle w:val="Titul2"/>
        <w:rPr>
          <w:bCs/>
        </w:rPr>
      </w:pPr>
      <w:r w:rsidRPr="00940D8E">
        <w:t>„</w:t>
      </w:r>
      <w:r w:rsidR="00940D8E" w:rsidRPr="00940D8E">
        <w:rPr>
          <w:bCs/>
        </w:rPr>
        <w:t>Praha hl. n. – oprava eskalátoru 2. nástupiště UTZ 01-043“</w:t>
      </w:r>
    </w:p>
    <w:p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p>
    <w:p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Osoby zmocněné jednat: </w:t>
      </w:r>
    </w:p>
    <w:p w:rsidR="008918AC" w:rsidRPr="00830F2E" w:rsidRDefault="008918AC" w:rsidP="008918AC">
      <w:pPr>
        <w:numPr>
          <w:ilvl w:val="2"/>
          <w:numId w:val="16"/>
        </w:numPr>
        <w:spacing w:after="0"/>
        <w:contextualSpacing/>
        <w:rPr>
          <w:rFonts w:ascii="Verdana" w:eastAsia="Verdana" w:hAnsi="Verdana" w:cs="Times New Roman"/>
          <w:noProof/>
        </w:rPr>
      </w:pPr>
      <w:r w:rsidRPr="000B39E3">
        <w:rPr>
          <w:rFonts w:ascii="Verdana" w:eastAsia="Verdana" w:hAnsi="Verdana" w:cs="Times New Roman"/>
          <w:noProof/>
        </w:rPr>
        <w:t xml:space="preserve">ve věcech smluvních: Ing. Pavel Stejskal, vedoucí odboru veřejných zakázek Oblastního ředitelství Praha, mobil: 601 367 927 (mimo podpisu této </w:t>
      </w:r>
      <w:r w:rsidRPr="00830F2E">
        <w:rPr>
          <w:rFonts w:ascii="Verdana" w:eastAsia="Verdana" w:hAnsi="Verdana" w:cs="Times New Roman"/>
          <w:noProof/>
        </w:rPr>
        <w:t>smlouvy a jejich případných dodatků)</w:t>
      </w:r>
    </w:p>
    <w:p w:rsidR="008918AC" w:rsidRPr="00830F2E" w:rsidRDefault="008918AC" w:rsidP="00655E39">
      <w:pPr>
        <w:pStyle w:val="slovanseznam3"/>
        <w:rPr>
          <w:noProof/>
        </w:rPr>
      </w:pPr>
      <w:bookmarkStart w:id="0" w:name="_Ref171554"/>
      <w:r w:rsidRPr="00830F2E">
        <w:rPr>
          <w:noProof/>
        </w:rPr>
        <w:t>ve věcech technických:</w:t>
      </w:r>
      <w:r w:rsidR="00830F2E">
        <w:rPr>
          <w:rFonts w:ascii="Verdana" w:eastAsia="Verdana" w:hAnsi="Verdana" w:cs="Times New Roman"/>
          <w:noProof/>
        </w:rPr>
        <w:t xml:space="preserve"> Mgr. Jan Vágner</w:t>
      </w:r>
      <w:r w:rsidRPr="00830F2E">
        <w:rPr>
          <w:noProof/>
        </w:rPr>
        <w:t xml:space="preserve">, tel.: </w:t>
      </w:r>
      <w:bookmarkEnd w:id="0"/>
      <w:r w:rsidR="00830F2E">
        <w:rPr>
          <w:noProof/>
        </w:rPr>
        <w:t>725 562 567</w:t>
      </w:r>
    </w:p>
    <w:p w:rsidR="008918AC" w:rsidRPr="00830F2E" w:rsidRDefault="00383C29" w:rsidP="00655E39">
      <w:pPr>
        <w:pStyle w:val="slovanseznam3"/>
        <w:rPr>
          <w:noProof/>
        </w:rPr>
      </w:pPr>
      <w:r>
        <w:rPr>
          <w:noProof/>
        </w:rPr>
        <w:t>technický</w:t>
      </w:r>
      <w:r w:rsidR="008918AC" w:rsidRPr="00830F2E">
        <w:rPr>
          <w:noProof/>
        </w:rPr>
        <w:t xml:space="preserve"> dozor: </w:t>
      </w:r>
      <w:r w:rsidR="00830F2E">
        <w:rPr>
          <w:rFonts w:ascii="Verdana" w:eastAsia="Verdana" w:hAnsi="Verdana" w:cs="Times New Roman"/>
          <w:noProof/>
        </w:rPr>
        <w:t>Rudolf Struhal</w:t>
      </w:r>
      <w:r w:rsidR="008918AC" w:rsidRPr="00830F2E">
        <w:rPr>
          <w:noProof/>
        </w:rPr>
        <w:t xml:space="preserve">, tel.: </w:t>
      </w:r>
      <w:r w:rsidR="00830F2E">
        <w:rPr>
          <w:noProof/>
        </w:rPr>
        <w:t>602 625 127</w:t>
      </w:r>
    </w:p>
    <w:p w:rsidR="008918AC" w:rsidRPr="000B39E3" w:rsidRDefault="008918AC" w:rsidP="008918AC">
      <w:pPr>
        <w:rPr>
          <w:rFonts w:ascii="Verdana" w:eastAsia="Verdana" w:hAnsi="Verdana" w:cs="Times New Roman"/>
          <w:b/>
          <w:bCs/>
          <w:noProof/>
        </w:rPr>
      </w:pPr>
      <w:r w:rsidRPr="000B39E3">
        <w:rPr>
          <w:rFonts w:ascii="Verdana" w:eastAsia="Verdana" w:hAnsi="Verdana" w:cs="Times New Roman"/>
          <w:b/>
          <w:bCs/>
          <w:noProof/>
        </w:rPr>
        <w:tab/>
        <w:t xml:space="preserve">(dále jen objednatel)           </w:t>
      </w:r>
    </w:p>
    <w:p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rsidR="008918AC" w:rsidRPr="000B39E3" w:rsidRDefault="008918AC" w:rsidP="008918A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rsidR="008918AC" w:rsidRPr="000B39E3" w:rsidRDefault="008918AC" w:rsidP="008918AC">
      <w:pPr>
        <w:ind w:left="709"/>
        <w:rPr>
          <w:rFonts w:ascii="Verdana" w:eastAsia="Verdana" w:hAnsi="Verdana" w:cs="Times New Roman"/>
          <w:noProof/>
          <w:highlight w:val="yellow"/>
          <w:lang w:val="x-none"/>
        </w:rPr>
      </w:pPr>
      <w:r w:rsidRPr="000B39E3">
        <w:rPr>
          <w:rFonts w:ascii="Verdana" w:eastAsia="Verdana" w:hAnsi="Verdana" w:cs="Times New Roman"/>
          <w:noProof/>
          <w:highlight w:val="yellow"/>
        </w:rPr>
        <w:tab/>
      </w:r>
      <w:r w:rsidRPr="000B39E3">
        <w:rPr>
          <w:rFonts w:ascii="Verdana" w:eastAsia="Verdana" w:hAnsi="Verdana" w:cs="Times New Roman"/>
          <w:noProof/>
          <w:highlight w:val="yellow"/>
          <w:lang w:val="x-none"/>
        </w:rPr>
        <w:t xml:space="preserve">Osoby </w:t>
      </w:r>
      <w:r w:rsidRPr="000B39E3">
        <w:rPr>
          <w:rFonts w:ascii="Verdana" w:eastAsia="Verdana" w:hAnsi="Verdana" w:cs="Times New Roman"/>
          <w:noProof/>
          <w:highlight w:val="yellow"/>
        </w:rPr>
        <w:t>zmocněné</w:t>
      </w:r>
      <w:r w:rsidRPr="000B39E3">
        <w:rPr>
          <w:rFonts w:ascii="Verdana" w:eastAsia="Verdana" w:hAnsi="Verdana" w:cs="Times New Roman"/>
          <w:noProof/>
          <w:highlight w:val="yellow"/>
          <w:lang w:val="x-none"/>
        </w:rPr>
        <w:t xml:space="preserve"> jednat: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rsidR="008918AC" w:rsidRPr="000B39E3"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smluvních: ………………., tel.: …………</w:t>
      </w:r>
    </w:p>
    <w:p w:rsidR="008918AC"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technických: ………………., tel.: …………</w:t>
      </w:r>
    </w:p>
    <w:p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Pr="000B39E3">
        <w:rPr>
          <w:rFonts w:ascii="Verdana" w:eastAsia="Verdana" w:hAnsi="Verdana" w:cs="Times New Roman"/>
          <w:b/>
          <w:bCs/>
          <w:noProof/>
          <w:highlight w:val="yellow"/>
        </w:rPr>
        <w:t>(dále jen zhotovitel)</w:t>
      </w:r>
    </w:p>
    <w:p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bookmarkStart w:id="1" w:name="_GoBack"/>
      <w:bookmarkEnd w:id="1"/>
    </w:p>
    <w:p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lastRenderedPageBreak/>
        <w:t>"[VLOŽÍ ZHOTOVITEL]"</w:t>
      </w:r>
    </w:p>
    <w:p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rsidR="008918AC" w:rsidRPr="000B39E3" w:rsidRDefault="008918AC" w:rsidP="008918AC">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t>Tato smlouva o dílo (dále jen smlouva) se řídí českým právem. Případné spory z této smlouvy budou projednávány před místně a věcně příslušným soudem ČR.</w:t>
      </w:r>
    </w:p>
    <w:p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rsidR="008918AC" w:rsidRPr="00FD2697" w:rsidRDefault="008918AC" w:rsidP="008918AC">
      <w:pPr>
        <w:numPr>
          <w:ilvl w:val="1"/>
          <w:numId w:val="16"/>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rsidR="008918AC" w:rsidRDefault="008918AC" w:rsidP="00F70817">
      <w:pPr>
        <w:pStyle w:val="slovanseznam3"/>
        <w:rPr>
          <w:noProof/>
        </w:rPr>
      </w:pPr>
      <w:r w:rsidRPr="00FD2697">
        <w:rPr>
          <w:noProof/>
        </w:rPr>
        <w:t xml:space="preserve">Výzva objednatele k podání nabídky pod č.j. </w:t>
      </w:r>
      <w:r w:rsidR="00F70817" w:rsidRPr="00F70817">
        <w:rPr>
          <w:noProof/>
        </w:rPr>
        <w:t>33054/2020-SŽ-OŘ PHA-OVZ</w:t>
      </w:r>
      <w:r w:rsidRPr="00F70817">
        <w:rPr>
          <w:noProof/>
        </w:rPr>
        <w:t>,</w:t>
      </w:r>
      <w:r w:rsidRPr="00FD2697">
        <w:rPr>
          <w:noProof/>
        </w:rPr>
        <w:t xml:space="preserve"> ze </w:t>
      </w:r>
      <w:r w:rsidRPr="00655E39">
        <w:rPr>
          <w:noProof/>
        </w:rPr>
        <w:t xml:space="preserve">dne </w:t>
      </w:r>
      <w:r w:rsidR="00F70817">
        <w:rPr>
          <w:noProof/>
        </w:rPr>
        <w:t>7</w:t>
      </w:r>
      <w:r w:rsidR="00B33895">
        <w:rPr>
          <w:noProof/>
        </w:rPr>
        <w:t>. 9</w:t>
      </w:r>
      <w:r w:rsidRPr="00655E39">
        <w:rPr>
          <w:noProof/>
        </w:rPr>
        <w:t>. 2020 včetně</w:t>
      </w:r>
      <w:r w:rsidRPr="00FD2697">
        <w:rPr>
          <w:noProof/>
        </w:rPr>
        <w:t xml:space="preserve">  příloh.</w:t>
      </w:r>
    </w:p>
    <w:p w:rsidR="00655E39" w:rsidRPr="00FD2697" w:rsidRDefault="00655E39" w:rsidP="00655E39">
      <w:pPr>
        <w:pStyle w:val="slovanseznam3"/>
        <w:numPr>
          <w:ilvl w:val="0"/>
          <w:numId w:val="0"/>
        </w:numPr>
        <w:ind w:left="1729"/>
        <w:rPr>
          <w:noProof/>
        </w:rPr>
      </w:pPr>
    </w:p>
    <w:p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rsidR="008918AC" w:rsidRPr="00B33895"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 xml:space="preserve">Zhotovitel se dále zavazuje respektovat změny předpisů objednatele a norem, </w:t>
      </w:r>
      <w:r w:rsidRPr="00B33895">
        <w:rPr>
          <w:rFonts w:ascii="Verdana" w:eastAsia="Verdana" w:hAnsi="Verdana" w:cs="Times New Roman"/>
          <w:noProof/>
        </w:rPr>
        <w:t>které se týkají předmětného díla a jeho součástí, i pokud k nim dojde během provádění díla a budou objednatelem uplatněny. Tyto změny budou řešeny včetně cenového ohodnocení v dodatcích smlouvy, které je zhotovitel povinen uzavřít.</w:t>
      </w:r>
    </w:p>
    <w:p w:rsidR="008918AC" w:rsidRPr="00B33895" w:rsidRDefault="008918AC" w:rsidP="008918AC">
      <w:pPr>
        <w:numPr>
          <w:ilvl w:val="1"/>
          <w:numId w:val="16"/>
        </w:numPr>
        <w:tabs>
          <w:tab w:val="clear" w:pos="1191"/>
        </w:tabs>
        <w:rPr>
          <w:rFonts w:ascii="Verdana" w:eastAsia="Verdana" w:hAnsi="Verdana" w:cs="Times New Roman"/>
          <w:noProof/>
        </w:rPr>
      </w:pPr>
      <w:r w:rsidRPr="00B33895">
        <w:rPr>
          <w:rFonts w:ascii="Verdana" w:eastAsia="Verdana" w:hAnsi="Verdana" w:cs="Times New Roman"/>
          <w:noProof/>
        </w:rPr>
        <w:t>Zhotovitel je povinen dbát všech závazných stanovisek vzniklých při projednávání díla příslušných dotčených orgánů a institucí (účastníků řízení apod.).</w:t>
      </w:r>
    </w:p>
    <w:p w:rsidR="008918AC" w:rsidRPr="00B33895" w:rsidRDefault="008918AC" w:rsidP="008918AC">
      <w:pPr>
        <w:numPr>
          <w:ilvl w:val="0"/>
          <w:numId w:val="16"/>
        </w:numPr>
        <w:tabs>
          <w:tab w:val="clear" w:pos="851"/>
        </w:tabs>
        <w:spacing w:before="240"/>
        <w:rPr>
          <w:rFonts w:ascii="Verdana" w:eastAsia="Verdana" w:hAnsi="Verdana" w:cs="Times New Roman"/>
          <w:b/>
          <w:noProof/>
          <w:sz w:val="24"/>
          <w:szCs w:val="24"/>
        </w:rPr>
      </w:pPr>
      <w:r w:rsidRPr="00B33895">
        <w:rPr>
          <w:rFonts w:ascii="Verdana" w:eastAsia="Verdana" w:hAnsi="Verdana" w:cs="Times New Roman"/>
          <w:b/>
          <w:noProof/>
          <w:sz w:val="24"/>
          <w:szCs w:val="24"/>
        </w:rPr>
        <w:t>Předmět díla</w:t>
      </w:r>
    </w:p>
    <w:p w:rsidR="008918AC" w:rsidRPr="00B33895" w:rsidRDefault="008918AC" w:rsidP="00B33895">
      <w:pPr>
        <w:pStyle w:val="slovanseznam2"/>
        <w:rPr>
          <w:rFonts w:ascii="Verdana" w:eastAsia="Verdana" w:hAnsi="Verdana" w:cs="Times New Roman"/>
          <w:noProof/>
        </w:rPr>
      </w:pPr>
      <w:r w:rsidRPr="00B33895">
        <w:rPr>
          <w:rFonts w:ascii="Verdana" w:eastAsia="Verdana" w:hAnsi="Verdana" w:cs="Times New Roman"/>
          <w:noProof/>
        </w:rPr>
        <w:t xml:space="preserve">Kompletní zhotovení díla vychází z podmínek citovaných v celém článku 2 této smlouvy. </w:t>
      </w:r>
      <w:r w:rsidR="00655E39" w:rsidRPr="00B33895">
        <w:rPr>
          <w:rFonts w:ascii="Verdana" w:eastAsia="Verdana" w:hAnsi="Verdana" w:cs="Times New Roman"/>
          <w:noProof/>
        </w:rPr>
        <w:t xml:space="preserve">Předmětem díla </w:t>
      </w:r>
      <w:r w:rsidR="00830F2E">
        <w:rPr>
          <w:rFonts w:ascii="Verdana" w:eastAsia="Verdana" w:hAnsi="Verdana" w:cs="Times New Roman"/>
          <w:noProof/>
        </w:rPr>
        <w:t>je o</w:t>
      </w:r>
      <w:r w:rsidR="00B33895" w:rsidRPr="00B33895">
        <w:rPr>
          <w:rFonts w:ascii="Verdana" w:eastAsia="Verdana" w:hAnsi="Verdana" w:cs="Times New Roman"/>
          <w:noProof/>
        </w:rPr>
        <w:t>prava prasklých řetězů a navazujících komponentů eskalátoru v žst. Praha hlavní nádraží, UTZ 01-143 2. nást. nahoru, jižní tunel.</w:t>
      </w:r>
      <w:r w:rsidR="00B33895" w:rsidRPr="00B33895">
        <w:rPr>
          <w:rFonts w:ascii="Verdana" w:eastAsia="Verdana" w:hAnsi="Verdana" w:cs="Times New Roman"/>
          <w:noProof/>
        </w:rPr>
        <w:tab/>
      </w:r>
    </w:p>
    <w:p w:rsidR="008918AC" w:rsidRPr="00B33895" w:rsidRDefault="008918AC" w:rsidP="00B33895">
      <w:pPr>
        <w:pStyle w:val="slovanseznam2"/>
        <w:rPr>
          <w:noProof/>
        </w:rPr>
      </w:pPr>
      <w:r w:rsidRPr="00B33895">
        <w:rPr>
          <w:noProof/>
        </w:rPr>
        <w:t xml:space="preserve">Místem provedení díla je </w:t>
      </w:r>
      <w:r w:rsidR="00830F2E">
        <w:rPr>
          <w:noProof/>
        </w:rPr>
        <w:t>o</w:t>
      </w:r>
      <w:r w:rsidR="00655E39" w:rsidRPr="00B33895">
        <w:rPr>
          <w:noProof/>
        </w:rPr>
        <w:t xml:space="preserve">bjekt </w:t>
      </w:r>
      <w:r w:rsidR="00B33895" w:rsidRPr="00B33895">
        <w:rPr>
          <w:noProof/>
        </w:rPr>
        <w:t>v žst. Praha hlavní nádraží</w:t>
      </w:r>
      <w:r w:rsidR="00B33895">
        <w:rPr>
          <w:noProof/>
        </w:rPr>
        <w:t>.</w:t>
      </w:r>
    </w:p>
    <w:p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B33895">
        <w:rPr>
          <w:rFonts w:ascii="Verdana" w:eastAsia="Verdana" w:hAnsi="Verdana" w:cs="Times New Roman"/>
          <w:noProof/>
        </w:rPr>
        <w:t>Předmět díla je prováděn na majetku ČR s právem hospodařit pro Správu železnic, státní</w:t>
      </w:r>
      <w:r w:rsidRPr="00662F15">
        <w:rPr>
          <w:rFonts w:ascii="Verdana" w:eastAsia="Verdana" w:hAnsi="Verdana" w:cs="Times New Roman"/>
          <w:noProof/>
        </w:rPr>
        <w:t xml:space="preserve"> organizaci (dále též </w:t>
      </w:r>
      <w:r>
        <w:rPr>
          <w:rFonts w:ascii="Verdana" w:eastAsia="Verdana" w:hAnsi="Verdana" w:cs="Times New Roman"/>
          <w:noProof/>
        </w:rPr>
        <w:t>SŽ</w:t>
      </w:r>
      <w:r w:rsidRPr="00662F15">
        <w:rPr>
          <w:rFonts w:ascii="Verdana" w:eastAsia="Verdana" w:hAnsi="Verdana" w:cs="Times New Roman"/>
          <w:noProof/>
        </w:rPr>
        <w:t>).</w:t>
      </w:r>
    </w:p>
    <w:p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Zhotovitel není oprávněn pověřit prováděním díla dle této smlouvy </w:t>
      </w:r>
      <w:r>
        <w:rPr>
          <w:rFonts w:ascii="Verdana" w:eastAsia="Verdana" w:hAnsi="Verdana" w:cs="Times New Roman"/>
          <w:noProof/>
        </w:rPr>
        <w:t>poddod</w:t>
      </w:r>
      <w:r w:rsidRPr="00662F15">
        <w:rPr>
          <w:rFonts w:ascii="Verdana" w:eastAsia="Verdana" w:hAnsi="Verdana" w:cs="Times New Roman"/>
          <w:noProof/>
        </w:rPr>
        <w:t xml:space="preserve">avatele, kteří nejsou uvedeni v této smlouvě. Měnit </w:t>
      </w:r>
      <w:r>
        <w:rPr>
          <w:rFonts w:ascii="Verdana" w:eastAsia="Verdana" w:hAnsi="Verdana" w:cs="Times New Roman"/>
          <w:noProof/>
        </w:rPr>
        <w:t>poddod</w:t>
      </w:r>
      <w:r w:rsidRPr="00662F15">
        <w:rPr>
          <w:rFonts w:ascii="Verdana" w:eastAsia="Verdana" w:hAnsi="Verdana" w:cs="Times New Roman"/>
          <w:noProof/>
        </w:rPr>
        <w:t>avatele lze pouze na základě písemných dodatků k této smlouvě.</w:t>
      </w:r>
    </w:p>
    <w:p w:rsidR="008918AC" w:rsidRPr="00362E19" w:rsidRDefault="008918AC" w:rsidP="008918AC">
      <w:pPr>
        <w:numPr>
          <w:ilvl w:val="1"/>
          <w:numId w:val="16"/>
        </w:numPr>
        <w:tabs>
          <w:tab w:val="clear" w:pos="1191"/>
          <w:tab w:val="num" w:pos="-3402"/>
        </w:tabs>
        <w:rPr>
          <w:rFonts w:ascii="Verdana" w:eastAsia="Verdana" w:hAnsi="Verdana" w:cs="Times New Roman"/>
          <w:noProof/>
          <w:highlight w:val="yellow"/>
        </w:rPr>
      </w:pPr>
      <w:r>
        <w:rPr>
          <w:rFonts w:ascii="Verdana" w:eastAsia="Verdana" w:hAnsi="Verdana" w:cs="Times New Roman"/>
          <w:noProof/>
          <w:highlight w:val="yellow"/>
        </w:rPr>
        <w:t>Poddod</w:t>
      </w:r>
      <w:r w:rsidRPr="00362E19">
        <w:rPr>
          <w:rFonts w:ascii="Verdana" w:eastAsia="Verdana" w:hAnsi="Verdana" w:cs="Times New Roman"/>
          <w:noProof/>
          <w:highlight w:val="yellow"/>
        </w:rPr>
        <w:t>avatelem je / jsou …………: (existuje-li, vypsat jejich název adresy, IČ a činnosti, včetně jejich finančního objemu vyjádřeného v procentech z celkového finančního objemu díla, které budou provádět – jinak celý bod vymazat).</w:t>
      </w:r>
    </w:p>
    <w:p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se zavazuje provést dílo podle této smlouvy řádným ukončením a předáním objednateli</w:t>
      </w:r>
      <w:r>
        <w:rPr>
          <w:rFonts w:ascii="Verdana" w:eastAsia="Verdana" w:hAnsi="Verdana" w:cs="Times New Roman"/>
          <w:noProof/>
        </w:rPr>
        <w:t xml:space="preserve"> </w:t>
      </w:r>
      <w:r w:rsidRPr="00662F15">
        <w:rPr>
          <w:rFonts w:ascii="Verdana" w:eastAsia="Verdana" w:hAnsi="Verdana" w:cs="Times New Roman"/>
          <w:noProof/>
        </w:rPr>
        <w:t>v termínu:</w:t>
      </w:r>
    </w:p>
    <w:p w:rsidR="008918AC" w:rsidRPr="00655E39" w:rsidRDefault="008918AC" w:rsidP="008918AC">
      <w:pPr>
        <w:pStyle w:val="Odstavecseseznamem"/>
        <w:spacing w:before="120"/>
        <w:ind w:left="1004"/>
        <w:rPr>
          <w:b/>
        </w:rPr>
      </w:pPr>
      <w:r w:rsidRPr="00655E39">
        <w:t xml:space="preserve">Zahájení díla: </w:t>
      </w:r>
      <w:r w:rsidR="00B33895" w:rsidRPr="00B33895">
        <w:rPr>
          <w:b/>
        </w:rPr>
        <w:t>září 2020 (</w:t>
      </w:r>
      <w:r w:rsidR="00383C29">
        <w:rPr>
          <w:b/>
        </w:rPr>
        <w:t xml:space="preserve">Ihned po </w:t>
      </w:r>
      <w:r w:rsidR="00B33895" w:rsidRPr="00B33895">
        <w:rPr>
          <w:b/>
        </w:rPr>
        <w:t>nabytí účinnosti smlouvy o dílo uveřejněním v registru)</w:t>
      </w:r>
      <w:r w:rsidR="00830F2E">
        <w:rPr>
          <w:b/>
        </w:rPr>
        <w:t>.</w:t>
      </w:r>
    </w:p>
    <w:p w:rsidR="008918AC" w:rsidRPr="00362E19" w:rsidRDefault="008918AC" w:rsidP="008918AC">
      <w:pPr>
        <w:pStyle w:val="Odstavecseseznamem"/>
        <w:ind w:left="1004"/>
        <w:rPr>
          <w:b/>
        </w:rPr>
      </w:pPr>
      <w:r w:rsidRPr="00655E39">
        <w:lastRenderedPageBreak/>
        <w:t>Ukončení díla:</w:t>
      </w:r>
      <w:r w:rsidRPr="00655E39">
        <w:rPr>
          <w:b/>
        </w:rPr>
        <w:t xml:space="preserve"> </w:t>
      </w:r>
      <w:r w:rsidR="00940D8E" w:rsidRPr="00940D8E">
        <w:rPr>
          <w:b/>
        </w:rPr>
        <w:t>10. 10. 2020</w:t>
      </w:r>
    </w:p>
    <w:p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splní svou povinnost provést dílo jeho řádným ukončením a předáním objednateli. Předání</w:t>
      </w:r>
      <w:r>
        <w:rPr>
          <w:rFonts w:ascii="Verdana" w:eastAsia="Verdana" w:hAnsi="Verdana" w:cs="Times New Roman"/>
          <w:noProof/>
        </w:rPr>
        <w:t xml:space="preserve"> </w:t>
      </w:r>
      <w:r w:rsidRPr="00662F15">
        <w:rPr>
          <w:rFonts w:ascii="Verdana" w:eastAsia="Verdana" w:hAnsi="Verdana" w:cs="Times New Roman"/>
          <w:noProof/>
        </w:rPr>
        <w:t>a převzetí poslední části díla proběhne dle harmonogramu, nebude-li smluvními stranami dodatečně dohodnuto jinak. O konečném předání a převzetí díla sepíší smluvní strany závěrečný protokol o předání a převzetí díla. Objednatel není povinen od zhotovitele převzít dílo s vadami, a to ani jeho část.</w:t>
      </w:r>
    </w:p>
    <w:p w:rsidR="008918AC" w:rsidRPr="00A831AF" w:rsidRDefault="008918AC" w:rsidP="008918AC">
      <w:pPr>
        <w:numPr>
          <w:ilvl w:val="1"/>
          <w:numId w:val="16"/>
        </w:numPr>
        <w:tabs>
          <w:tab w:val="clear" w:pos="1191"/>
        </w:tabs>
        <w:rPr>
          <w:rFonts w:ascii="Verdana" w:eastAsia="Verdana" w:hAnsi="Verdana" w:cs="Times New Roman"/>
          <w:noProof/>
        </w:rPr>
      </w:pPr>
      <w:r w:rsidRPr="00A831AF">
        <w:rPr>
          <w:rFonts w:ascii="Verdana" w:eastAsia="Verdana" w:hAnsi="Verdana" w:cs="Times New Roman"/>
          <w:noProof/>
        </w:rPr>
        <w:t>Povinnost vyklizení pracoviště má zhotovitel do 7 kalendářních dnů po termínu ukončení díla.</w:t>
      </w:r>
    </w:p>
    <w:p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díla celkem je stanovena jako nejvýše přípustná na základě výzvy k podání nabídky a nabídky zhotovitele a činí: </w:t>
      </w:r>
    </w:p>
    <w:p w:rsidR="008918AC" w:rsidRPr="00A831AF" w:rsidRDefault="008918AC" w:rsidP="008918AC">
      <w:pPr>
        <w:pStyle w:val="Odstavecseseznamem"/>
        <w:tabs>
          <w:tab w:val="left" w:pos="5670"/>
        </w:tabs>
        <w:spacing w:after="0"/>
        <w:ind w:left="1004"/>
        <w:contextualSpacing w:val="0"/>
        <w:rPr>
          <w:highlight w:val="yellow"/>
        </w:rPr>
      </w:pPr>
      <w:r w:rsidRPr="00A831AF">
        <w:rPr>
          <w:highlight w:val="yellow"/>
        </w:rPr>
        <w:t>Cena bez DPH:</w:t>
      </w:r>
      <w:r w:rsidRPr="00A831AF">
        <w:rPr>
          <w:highlight w:val="yellow"/>
        </w:rPr>
        <w:tab/>
        <w:t>Kč</w:t>
      </w:r>
    </w:p>
    <w:p w:rsidR="008918AC" w:rsidRPr="00A831AF" w:rsidRDefault="008918AC" w:rsidP="008918AC">
      <w:pPr>
        <w:pStyle w:val="Odstavecseseznamem"/>
        <w:tabs>
          <w:tab w:val="left" w:pos="5670"/>
        </w:tabs>
        <w:spacing w:after="0"/>
        <w:ind w:left="1004"/>
        <w:contextualSpacing w:val="0"/>
        <w:rPr>
          <w:highlight w:val="yellow"/>
        </w:rPr>
      </w:pPr>
      <w:r w:rsidRPr="00A831AF">
        <w:rPr>
          <w:highlight w:val="yellow"/>
        </w:rPr>
        <w:t>DPH:</w:t>
      </w:r>
      <w:r w:rsidRPr="00A831AF">
        <w:rPr>
          <w:highlight w:val="yellow"/>
        </w:rPr>
        <w:tab/>
        <w:t>Kč</w:t>
      </w:r>
    </w:p>
    <w:p w:rsidR="008918AC" w:rsidRPr="00A831AF" w:rsidRDefault="008918AC" w:rsidP="008918AC">
      <w:pPr>
        <w:pStyle w:val="Odstavecseseznamem"/>
        <w:tabs>
          <w:tab w:val="left" w:pos="5670"/>
        </w:tabs>
        <w:ind w:left="1004"/>
        <w:contextualSpacing w:val="0"/>
        <w:rPr>
          <w:highlight w:val="yellow"/>
        </w:rPr>
      </w:pPr>
      <w:r w:rsidRPr="00A831AF">
        <w:rPr>
          <w:highlight w:val="yellow"/>
        </w:rPr>
        <w:t xml:space="preserve">Cena za dílo bez DPH slovy:  </w:t>
      </w:r>
      <w:r w:rsidRPr="00A831AF">
        <w:rPr>
          <w:highlight w:val="yellow"/>
        </w:rPr>
        <w:tab/>
        <w:t>Kč</w:t>
      </w:r>
    </w:p>
    <w:p w:rsidR="008918AC" w:rsidRPr="00A041EA" w:rsidRDefault="008918AC" w:rsidP="008918AC">
      <w:pPr>
        <w:pStyle w:val="Odstavecseseznamem"/>
        <w:ind w:left="1004"/>
        <w:contextualSpacing w:val="0"/>
      </w:pPr>
      <w:r w:rsidRPr="00A041EA">
        <w:t>Dílo je hrazeno z hlavní činnosti.</w:t>
      </w:r>
    </w:p>
    <w:p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Cena celého díla je stanovena výsledkem výběrového řízení jako nejvýše přípustná s výjimkou změn dodatečně vyžádaných objednatelem a potvrzených zhotovitelem. Zhotovitel nebude požadovat poskytnutí zálohy a nebude požadovat v průběhu provádění díla část ceny.</w:t>
      </w:r>
    </w:p>
    <w:p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činnost svých zaměstnanců a zaměstnanců </w:t>
      </w:r>
      <w:r>
        <w:rPr>
          <w:rFonts w:ascii="Verdana" w:eastAsia="Verdana" w:hAnsi="Verdana" w:cs="Times New Roman"/>
          <w:noProof/>
        </w:rPr>
        <w:t>poddod</w:t>
      </w:r>
      <w:r w:rsidRPr="00362E19">
        <w:rPr>
          <w:rFonts w:ascii="Verdana" w:eastAsia="Verdana" w:hAnsi="Verdana" w:cs="Times New Roman"/>
          <w:noProof/>
        </w:rPr>
        <w:t>avatelů v plné míře.</w:t>
      </w:r>
    </w:p>
    <w:p w:rsidR="008918AC" w:rsidRPr="00B33895"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k povinnosti zabezpečit na své náklady likvidaci odpadu </w:t>
      </w:r>
      <w:r>
        <w:rPr>
          <w:rFonts w:ascii="Verdana" w:eastAsia="Verdana" w:hAnsi="Verdana" w:cs="Times New Roman"/>
          <w:noProof/>
        </w:rPr>
        <w:t xml:space="preserve">vzniklého při provádění díla </w:t>
      </w:r>
      <w:r w:rsidRPr="00362E19">
        <w:rPr>
          <w:rFonts w:ascii="Verdana" w:eastAsia="Verdana" w:hAnsi="Verdana" w:cs="Times New Roman"/>
          <w:noProof/>
        </w:rPr>
        <w:t xml:space="preserve">v souladu se zákonem č. 185/2001 Sb. o odpadech, v platném znění a jeho prováděcí vyhláškou č. 383/2001 Sb. ve znění pozdějších novel a Směrnicí </w:t>
      </w:r>
      <w:r w:rsidRPr="008D1D1C">
        <w:rPr>
          <w:rFonts w:ascii="Verdana" w:eastAsia="Verdana" w:hAnsi="Verdana" w:cs="Times New Roman"/>
          <w:noProof/>
        </w:rPr>
        <w:t>SŽDC</w:t>
      </w:r>
      <w:r w:rsidRPr="00362E19">
        <w:rPr>
          <w:rFonts w:ascii="Verdana" w:eastAsia="Verdana" w:hAnsi="Verdana" w:cs="Times New Roman"/>
          <w:noProof/>
        </w:rPr>
        <w:t xml:space="preserve"> č. 96 pro nakládání s odpady. Dále se zhotovitel zavazuje postupovat dle vyhlášky č. 352/2005 Sb. (vyhláška o nakládání s</w:t>
      </w:r>
      <w:r>
        <w:rPr>
          <w:rFonts w:ascii="Verdana" w:eastAsia="Verdana" w:hAnsi="Verdana" w:cs="Times New Roman"/>
          <w:noProof/>
        </w:rPr>
        <w:t> </w:t>
      </w:r>
      <w:r w:rsidRPr="00362E19">
        <w:rPr>
          <w:rFonts w:ascii="Verdana" w:eastAsia="Verdana" w:hAnsi="Verdana" w:cs="Times New Roman"/>
          <w:noProof/>
        </w:rPr>
        <w:t>elektrozařízeními</w:t>
      </w:r>
      <w:r>
        <w:rPr>
          <w:rFonts w:ascii="Verdana" w:eastAsia="Verdana" w:hAnsi="Verdana" w:cs="Times New Roman"/>
          <w:noProof/>
        </w:rPr>
        <w:t xml:space="preserve"> </w:t>
      </w:r>
      <w:r w:rsidRPr="00362E19">
        <w:rPr>
          <w:rFonts w:ascii="Verdana" w:eastAsia="Verdana" w:hAnsi="Verdana" w:cs="Times New Roman"/>
          <w:noProof/>
        </w:rPr>
        <w:t xml:space="preserve">a elektroodpady). Zhotovitel prohlašuje, že je původcem všech těchto odpadů a zavazuje se plnit všechny povinnosti původce odpadů dle zákona č. 185/2001 Sb. Při výskytu látek typu PCB je zhotovitel povinen dodržovat ještě vyhlášku MŽP ČR č. 384/2001 Sb., v platném znění.  Zhotovitel nepřekročí hygienické normy hluku, prachu a vibrací. Zhotovitel se zavazuje dodržovat bezpečnostní, zdravotní, hygienické a ekologické předpisy. V případě zásahů do </w:t>
      </w:r>
      <w:r w:rsidR="00C754C1">
        <w:rPr>
          <w:rFonts w:ascii="Verdana" w:eastAsia="Verdana" w:hAnsi="Verdana" w:cs="Times New Roman"/>
          <w:noProof/>
        </w:rPr>
        <w:t>stromoví</w:t>
      </w:r>
      <w:r w:rsidRPr="00362E19">
        <w:rPr>
          <w:rFonts w:ascii="Verdana" w:eastAsia="Verdana" w:hAnsi="Verdana" w:cs="Times New Roman"/>
          <w:noProof/>
        </w:rPr>
        <w:t xml:space="preserve"> se zhotovitel </w:t>
      </w:r>
      <w:r w:rsidRPr="00B33895">
        <w:rPr>
          <w:rFonts w:ascii="Verdana" w:eastAsia="Verdana" w:hAnsi="Verdana" w:cs="Times New Roman"/>
          <w:noProof/>
        </w:rPr>
        <w:t>zavazuje dodržovat Metodický pokyn SŽ</w:t>
      </w:r>
      <w:r w:rsidR="00901A6D" w:rsidRPr="00B33895">
        <w:rPr>
          <w:rFonts w:ascii="Verdana" w:eastAsia="Verdana" w:hAnsi="Verdana" w:cs="Times New Roman"/>
          <w:noProof/>
        </w:rPr>
        <w:t xml:space="preserve"> pro údržbu stromoví</w:t>
      </w:r>
      <w:r w:rsidRPr="00B33895">
        <w:rPr>
          <w:rFonts w:ascii="Verdana" w:eastAsia="Verdana" w:hAnsi="Verdana" w:cs="Times New Roman"/>
          <w:noProof/>
        </w:rPr>
        <w:t>.</w:t>
      </w:r>
    </w:p>
    <w:p w:rsidR="008918AC" w:rsidRPr="00B33895" w:rsidRDefault="008918AC" w:rsidP="008918AC">
      <w:pPr>
        <w:numPr>
          <w:ilvl w:val="1"/>
          <w:numId w:val="16"/>
        </w:numPr>
        <w:tabs>
          <w:tab w:val="clear" w:pos="1191"/>
        </w:tabs>
        <w:rPr>
          <w:rFonts w:ascii="Verdana" w:eastAsia="Verdana" w:hAnsi="Verdana" w:cs="Times New Roman"/>
          <w:noProof/>
        </w:rPr>
      </w:pPr>
      <w:r w:rsidRPr="00B33895">
        <w:rPr>
          <w:rFonts w:ascii="Verdana" w:eastAsia="Verdana" w:hAnsi="Verdana" w:cs="Times New Roman"/>
          <w:noProof/>
        </w:rPr>
        <w:t>Zhotovitel je povinen dále dodržovat požární předpisy – dle zákona č. 133/1985  Sb. o požární ochraně v platném znění, vyhlášku č. 246/2001 Sb. o požární prevenci; předpis SŽDC Ob 14 – předpis pro stanovení organizace zabezpečení požární ochrany SŽDC.</w:t>
      </w:r>
    </w:p>
    <w:p w:rsidR="008918AC" w:rsidRPr="00B33895" w:rsidRDefault="008918AC" w:rsidP="008918AC">
      <w:pPr>
        <w:numPr>
          <w:ilvl w:val="1"/>
          <w:numId w:val="16"/>
        </w:numPr>
        <w:tabs>
          <w:tab w:val="clear" w:pos="1191"/>
        </w:tabs>
        <w:rPr>
          <w:rFonts w:ascii="Verdana" w:eastAsia="Verdana" w:hAnsi="Verdana" w:cs="Times New Roman"/>
          <w:noProof/>
        </w:rPr>
      </w:pPr>
      <w:r w:rsidRPr="00B33895">
        <w:rPr>
          <w:rFonts w:ascii="Verdana" w:eastAsia="Verdana" w:hAnsi="Verdana" w:cs="Times New Roman"/>
          <w:noProof/>
        </w:rPr>
        <w:t xml:space="preserve">Zhotovitel je povinen rovněž důsledně dodržovat všechny platné právní předpisy včetně ustanovení Zákoníku práce (zák. č. 262/2006 Sb.) a zákona o zajištění podmínek bezpečnosti a ochrany zdraví při práci (zák. č. 309/2006 Sb.) oboje v platném znění, dále předpis SŽDC Bp1 – Předpis o bezpečnosti a ochraně zdraví </w:t>
      </w:r>
      <w:r w:rsidRPr="00B33895">
        <w:rPr>
          <w:rFonts w:ascii="Verdana" w:eastAsia="Verdana" w:hAnsi="Verdana" w:cs="Times New Roman"/>
          <w:noProof/>
        </w:rPr>
        <w:lastRenderedPageBreak/>
        <w:t>při práci a bude dodržovat Opatření ředitele OŘ Praha č. 13/2019: Analýza nebezpečí a hodnocení rizik.</w:t>
      </w:r>
    </w:p>
    <w:p w:rsidR="008918AC" w:rsidRPr="00B33895" w:rsidRDefault="008918AC" w:rsidP="008918AC">
      <w:pPr>
        <w:numPr>
          <w:ilvl w:val="1"/>
          <w:numId w:val="16"/>
        </w:numPr>
        <w:tabs>
          <w:tab w:val="clear" w:pos="1191"/>
        </w:tabs>
        <w:rPr>
          <w:rFonts w:ascii="Verdana" w:eastAsia="Verdana" w:hAnsi="Verdana" w:cs="Times New Roman"/>
          <w:noProof/>
        </w:rPr>
      </w:pPr>
      <w:r w:rsidRPr="00B33895">
        <w:rPr>
          <w:rFonts w:ascii="Verdana" w:eastAsia="Verdana" w:hAnsi="Verdana" w:cs="Times New Roman"/>
          <w:noProof/>
        </w:rPr>
        <w:t>Objednatel a zhotovitel jsou dále povinni postupovat v souladu s ustanovením Zákoníku práce (zák. č. 262/2006 Sb.) a zákona o zajištění podmínek bezpečnosti a ochrany zdraví při práci (zák. č. 309/2006 Sb.) oboje v platném znění, které jim ukládají mimo jiné povinnost se vzájemně prokazatelně a písemně informovat o rizicích práce za předpokladu pracují-li na jednom pracovišti zaměstnanci dvou a více zaměstnavatelů. Odmítne-li zhotovitel včetně svých poddodavatelů podepsat objednateli, že byl s riziky seznámen, mohou jeho zaměstnanci práci u objednatele vykonávat pouze za předpokladu, když zhotovitel prokazatelně potvrdí, že odmítl seznámení s riziky podepsat. Výše uvedené odmítnutí se považuje za podstatné porušení smlouvy.</w:t>
      </w:r>
    </w:p>
    <w:p w:rsidR="008918AC" w:rsidRPr="00DF7AF6" w:rsidRDefault="008918AC" w:rsidP="008918AC">
      <w:pPr>
        <w:numPr>
          <w:ilvl w:val="1"/>
          <w:numId w:val="16"/>
        </w:numPr>
        <w:tabs>
          <w:tab w:val="clear" w:pos="1191"/>
        </w:tabs>
        <w:rPr>
          <w:rFonts w:ascii="Verdana" w:eastAsia="Verdana" w:hAnsi="Verdana" w:cs="Times New Roman"/>
          <w:noProof/>
        </w:rPr>
      </w:pPr>
      <w:r w:rsidRPr="00A831AF">
        <w:rPr>
          <w:rFonts w:ascii="Verdana" w:eastAsia="Verdana" w:hAnsi="Verdana" w:cs="Times New Roman"/>
          <w:noProof/>
        </w:rPr>
        <w:t xml:space="preserve">Zhotovitel je povinen poučit své řidiče o nutnosti odstavovat motorová vozidla při provádění díla mimo průjezdný průřez kolejí a v místech, která jim budou </w:t>
      </w:r>
      <w:r w:rsidRPr="00DF7AF6">
        <w:rPr>
          <w:rFonts w:ascii="Verdana" w:eastAsia="Verdana" w:hAnsi="Verdana" w:cs="Times New Roman"/>
          <w:noProof/>
        </w:rPr>
        <w:t xml:space="preserve">vymezena při předání pracoviště.                            </w:t>
      </w:r>
    </w:p>
    <w:p w:rsidR="008918AC" w:rsidRPr="00A831AF" w:rsidRDefault="008918AC" w:rsidP="008918AC">
      <w:pPr>
        <w:numPr>
          <w:ilvl w:val="1"/>
          <w:numId w:val="16"/>
        </w:numPr>
        <w:tabs>
          <w:tab w:val="clear" w:pos="1191"/>
        </w:tabs>
        <w:rPr>
          <w:rFonts w:ascii="Verdana" w:eastAsia="Verdana" w:hAnsi="Verdana" w:cs="Times New Roman"/>
          <w:noProof/>
        </w:rPr>
      </w:pPr>
      <w:r w:rsidRPr="00A831AF">
        <w:rPr>
          <w:rFonts w:ascii="Verdana" w:eastAsia="Verdana" w:hAnsi="Verdana" w:cs="Times New Roman"/>
          <w:noProof/>
        </w:rPr>
        <w:t xml:space="preserve">V případě, že při provádění prací nebude použito schválených měřících přístrojů, zhotovitel se vystavuje riziku nepřevzetí provedených prací. Zhotovitel se zavazuje předložit objednateli na vyžádání kalibrační list a platné ověření. </w:t>
      </w:r>
    </w:p>
    <w:p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výslovně prohlašuje, že je se všemi výše uvedenými normami a interními směrnicemi plně seznámen.</w:t>
      </w:r>
    </w:p>
    <w:p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V případě jakékoliv změny v označení smluvních stran, změn pověřených osob, statutárních orgánů a dalších údajů uvedených v článku 1, </w:t>
      </w:r>
      <w:r>
        <w:rPr>
          <w:rFonts w:ascii="Verdana" w:eastAsia="Verdana" w:hAnsi="Verdana" w:cs="Times New Roman"/>
          <w:noProof/>
        </w:rPr>
        <w:t>odst.</w:t>
      </w:r>
      <w:r w:rsidRPr="00362E19">
        <w:rPr>
          <w:rFonts w:ascii="Verdana" w:eastAsia="Verdana" w:hAnsi="Verdana" w:cs="Times New Roman"/>
          <w:noProof/>
        </w:rPr>
        <w:t xml:space="preserve"> 1.1 – 1.2 se nepoužije ustanovení článku 11 </w:t>
      </w:r>
      <w:r>
        <w:rPr>
          <w:rFonts w:ascii="Verdana" w:eastAsia="Verdana" w:hAnsi="Verdana" w:cs="Times New Roman"/>
          <w:noProof/>
        </w:rPr>
        <w:t>odst.</w:t>
      </w:r>
      <w:r w:rsidRPr="00362E19">
        <w:rPr>
          <w:rFonts w:ascii="Verdana" w:eastAsia="Verdana" w:hAnsi="Verdana" w:cs="Times New Roman"/>
          <w:noProof/>
        </w:rPr>
        <w:t xml:space="preserve"> 11.</w:t>
      </w:r>
      <w:r>
        <w:rPr>
          <w:rFonts w:ascii="Verdana" w:eastAsia="Verdana" w:hAnsi="Verdana" w:cs="Times New Roman"/>
          <w:noProof/>
        </w:rPr>
        <w:t>2</w:t>
      </w:r>
      <w:r w:rsidRPr="00362E19">
        <w:rPr>
          <w:rFonts w:ascii="Verdana" w:eastAsia="Verdana" w:hAnsi="Verdana" w:cs="Times New Roman"/>
          <w:noProof/>
        </w:rPr>
        <w:t xml:space="preserve"> smlouvy. Ke změně údajů uvedených v čl. 1 smlouvy, postačuje oznámení druhé smluvní straně ve formě doporučeného dopisu s doručenkou. Ustanovení toho článku se použije</w:t>
      </w:r>
      <w:r>
        <w:rPr>
          <w:rFonts w:ascii="Verdana" w:eastAsia="Verdana" w:hAnsi="Verdana" w:cs="Times New Roman"/>
          <w:noProof/>
        </w:rPr>
        <w:t xml:space="preserve"> </w:t>
      </w:r>
      <w:r w:rsidRPr="00362E19">
        <w:rPr>
          <w:rFonts w:ascii="Verdana" w:eastAsia="Verdana" w:hAnsi="Verdana" w:cs="Times New Roman"/>
          <w:noProof/>
        </w:rPr>
        <w:t>i v případě změny právní formy některé ze smluvních stran, zániku smluvní strany s likvidací nebo bez likvidace, kdy práva a povinnosti podle obecně závazných právních předpisů přechází na právního zástupce smluvní strany.</w:t>
      </w:r>
    </w:p>
    <w:p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odpovídá za to, že předmět této smlouvy bude zhotovený podle podmínek smlouvy a že po dobu záruční doby bude mít vlastnosti dohodnuté v této smlouvě. Časový harmonogram prací z nabídky zhotovitele, lze měnit a upravovat pouze</w:t>
      </w:r>
      <w:r>
        <w:rPr>
          <w:rFonts w:ascii="Verdana" w:eastAsia="Verdana" w:hAnsi="Verdana" w:cs="Times New Roman"/>
          <w:noProof/>
        </w:rPr>
        <w:t xml:space="preserve"> </w:t>
      </w:r>
      <w:r w:rsidRPr="00362E19">
        <w:rPr>
          <w:rFonts w:ascii="Verdana" w:eastAsia="Verdana" w:hAnsi="Verdana" w:cs="Times New Roman"/>
          <w:noProof/>
        </w:rPr>
        <w:t>se souhlasem objednatele.</w:t>
      </w:r>
    </w:p>
    <w:p w:rsidR="008918AC" w:rsidRPr="00FC471E" w:rsidRDefault="008918AC" w:rsidP="008918AC">
      <w:pPr>
        <w:numPr>
          <w:ilvl w:val="1"/>
          <w:numId w:val="16"/>
        </w:numPr>
        <w:tabs>
          <w:tab w:val="clear" w:pos="1191"/>
        </w:tabs>
        <w:rPr>
          <w:rFonts w:ascii="Verdana" w:eastAsia="Verdana" w:hAnsi="Verdana" w:cs="Times New Roman"/>
          <w:noProof/>
        </w:rPr>
      </w:pPr>
      <w:r w:rsidRPr="00FC471E">
        <w:rPr>
          <w:rFonts w:ascii="Verdana" w:eastAsia="Verdana" w:hAnsi="Verdana" w:cs="Times New Roman"/>
          <w:noProof/>
        </w:rPr>
        <w:t>Hospodaření s vyzískaným materiálem bude prováděno v souladu se Směrnicí SŽDC č. 42 ze dne 7. 1. 2013 s názvem směrnice „Hospodaření s vyzískaným materiálem“. Požadovaný vyzískaný materiál včetně železného šrotu bude deponován v prostorách určených objednatelem a protokolárně na předávacím protokolu předán odpovědnému zástupci objednatele.</w:t>
      </w:r>
    </w:p>
    <w:p w:rsidR="008918AC" w:rsidRPr="00DF7AF6" w:rsidRDefault="008918AC" w:rsidP="008918AC">
      <w:pPr>
        <w:numPr>
          <w:ilvl w:val="1"/>
          <w:numId w:val="16"/>
        </w:numPr>
        <w:tabs>
          <w:tab w:val="clear" w:pos="1191"/>
        </w:tabs>
        <w:rPr>
          <w:rFonts w:ascii="Verdana" w:eastAsia="Verdana" w:hAnsi="Verdana" w:cs="Times New Roman"/>
          <w:noProof/>
        </w:rPr>
      </w:pPr>
      <w:r w:rsidRPr="00DF7AF6">
        <w:rPr>
          <w:rFonts w:ascii="Verdana" w:eastAsia="Verdana" w:hAnsi="Verdana" w:cs="Times New Roman"/>
          <w:noProof/>
        </w:rPr>
        <w:t xml:space="preserve">Vlastnosti výrobků použitých k opravě nebo instalování, které mají rozhodující význam pro výslednou kvalitu, musí splňovat ustanovení příslušných norem a předpisů. Zhotovitel provede opravu dle platných ČSN, vzorových listů a závazných předpisů. </w:t>
      </w:r>
    </w:p>
    <w:p w:rsidR="008918AC" w:rsidRPr="00A831AF" w:rsidRDefault="008918AC" w:rsidP="008918AC">
      <w:pPr>
        <w:numPr>
          <w:ilvl w:val="1"/>
          <w:numId w:val="16"/>
        </w:numPr>
        <w:tabs>
          <w:tab w:val="clear" w:pos="1191"/>
        </w:tabs>
        <w:rPr>
          <w:rFonts w:ascii="Verdana" w:eastAsia="Verdana" w:hAnsi="Verdana" w:cs="Times New Roman"/>
          <w:noProof/>
        </w:rPr>
      </w:pPr>
      <w:r w:rsidRPr="00A831AF">
        <w:rPr>
          <w:rFonts w:ascii="Verdana" w:eastAsia="Verdana" w:hAnsi="Verdana" w:cs="Times New Roman"/>
          <w:noProof/>
        </w:rPr>
        <w:t>Budou dodrženy technické a dodací podmínky od výrobců materiálů a zařízení. Technické a dodací podmínky určují podmínky, které musí zhotovitel při zabudování materiálů a výrobků dodržet včetně záruk výrobců na dodané výrobky a materiály. Součástí musí být i doložení potřebných atestů a splnění podmínek vyžadovaných obecně závaznými právními předpisy.</w:t>
      </w:r>
    </w:p>
    <w:p w:rsidR="008918AC" w:rsidRDefault="008918AC" w:rsidP="008918AC">
      <w:pPr>
        <w:numPr>
          <w:ilvl w:val="1"/>
          <w:numId w:val="16"/>
        </w:numPr>
        <w:tabs>
          <w:tab w:val="clear" w:pos="1191"/>
        </w:tabs>
        <w:rPr>
          <w:rFonts w:ascii="Verdana" w:eastAsia="Verdana" w:hAnsi="Verdana" w:cs="Times New Roman"/>
          <w:noProof/>
        </w:rPr>
      </w:pPr>
      <w:r w:rsidRPr="00D0343C">
        <w:rPr>
          <w:rFonts w:ascii="Verdana" w:eastAsia="Verdana" w:hAnsi="Verdana" w:cs="Times New Roman"/>
          <w:noProof/>
        </w:rPr>
        <w:t xml:space="preserve">Zhotovitel se zavazuje, že on i jeho případní </w:t>
      </w:r>
      <w:r>
        <w:rPr>
          <w:rFonts w:ascii="Verdana" w:eastAsia="Verdana" w:hAnsi="Verdana" w:cs="Times New Roman"/>
          <w:noProof/>
        </w:rPr>
        <w:t>poddod</w:t>
      </w:r>
      <w:r w:rsidRPr="00D0343C">
        <w:rPr>
          <w:rFonts w:ascii="Verdana" w:eastAsia="Verdana" w:hAnsi="Verdana" w:cs="Times New Roman"/>
          <w:noProof/>
        </w:rPr>
        <w:t xml:space="preserve">avatelé budou dodržovat směrnici </w:t>
      </w:r>
      <w:r w:rsidRPr="00DF2F2A">
        <w:rPr>
          <w:rFonts w:ascii="Verdana" w:eastAsia="Verdana" w:hAnsi="Verdana" w:cs="Times New Roman"/>
          <w:noProof/>
        </w:rPr>
        <w:t>SŽDC</w:t>
      </w:r>
      <w:r w:rsidRPr="00D0343C">
        <w:rPr>
          <w:rFonts w:ascii="Verdana" w:eastAsia="Verdana" w:hAnsi="Verdana" w:cs="Times New Roman"/>
          <w:noProof/>
        </w:rPr>
        <w:t xml:space="preserve"> č. 120 "Dodržování zákazu kouření, požívání alkoholických nápojů a </w:t>
      </w:r>
      <w:r w:rsidRPr="00D0343C">
        <w:rPr>
          <w:rFonts w:ascii="Verdana" w:eastAsia="Verdana" w:hAnsi="Verdana" w:cs="Times New Roman"/>
          <w:noProof/>
        </w:rPr>
        <w:lastRenderedPageBreak/>
        <w:t>užívání jiných návykových látek" a souhlasí s oprávněním objednatele vykonávat kontrolu dodržování této směrnice způsobem v ní stanoveným.</w:t>
      </w:r>
    </w:p>
    <w:p w:rsidR="00B33895" w:rsidRPr="00940D8E" w:rsidRDefault="00B33895" w:rsidP="00B33895">
      <w:pPr>
        <w:pStyle w:val="slovanseznam2"/>
        <w:rPr>
          <w:rFonts w:ascii="Verdana" w:eastAsia="Verdana" w:hAnsi="Verdana" w:cs="Times New Roman"/>
          <w:noProof/>
        </w:rPr>
      </w:pPr>
      <w:r w:rsidRPr="00940D8E">
        <w:rPr>
          <w:rFonts w:ascii="Verdana" w:eastAsia="Verdana" w:hAnsi="Verdana" w:cs="Times New Roman"/>
          <w:noProof/>
        </w:rPr>
        <w:t>V případě provádění prací ve střeženém prostoru pod kamerovým dohledem je zhotovitel povinen před zahájením prací nahlásit zahájení prací na telefonní čísla, která mu budou poskytnuta při předání pracoviště. V případě nedodržení této povinnosti se zhotovitel zavazuje uhradit veškeré náklady, které v důsledku toho vznikly objednateli, zejména náklady za výjezd zásahové jednotky.</w:t>
      </w:r>
    </w:p>
    <w:p w:rsidR="008918AC" w:rsidRPr="00604D98" w:rsidRDefault="008918AC" w:rsidP="008918AC">
      <w:pPr>
        <w:numPr>
          <w:ilvl w:val="1"/>
          <w:numId w:val="16"/>
        </w:numPr>
        <w:tabs>
          <w:tab w:val="clear" w:pos="1191"/>
        </w:tabs>
        <w:rPr>
          <w:rFonts w:ascii="Verdana" w:eastAsia="Verdana" w:hAnsi="Verdana" w:cs="Times New Roman"/>
          <w:noProof/>
        </w:rPr>
      </w:pPr>
      <w:r w:rsidRPr="00604D98">
        <w:rPr>
          <w:rFonts w:ascii="Verdana" w:eastAsia="Verdana" w:hAnsi="Verdana" w:cs="Times New Roman"/>
          <w:noProof/>
        </w:rPr>
        <w:t xml:space="preserve">Zhotovitel se zavazuje postupovat v souladu s přílohou této smlouvy </w:t>
      </w:r>
      <w:r>
        <w:rPr>
          <w:rFonts w:ascii="Verdana" w:eastAsia="Verdana" w:hAnsi="Verdana" w:cs="Times New Roman"/>
          <w:noProof/>
        </w:rPr>
        <w:t xml:space="preserve">zvanou </w:t>
      </w:r>
      <w:r w:rsidRPr="00604D98">
        <w:rPr>
          <w:rFonts w:ascii="Verdana" w:eastAsia="Verdana" w:hAnsi="Verdana" w:cs="Times New Roman"/>
          <w:noProof/>
        </w:rPr>
        <w:t>„Nález podezřelého předmětu“.</w:t>
      </w:r>
    </w:p>
    <w:p w:rsidR="008918AC" w:rsidRPr="00362E19" w:rsidRDefault="008918AC" w:rsidP="008918AC">
      <w:pPr>
        <w:pStyle w:val="slovanseznam2"/>
        <w:numPr>
          <w:ilvl w:val="1"/>
          <w:numId w:val="16"/>
        </w:numPr>
        <w:rPr>
          <w:noProof/>
        </w:rPr>
      </w:pPr>
      <w:r w:rsidRPr="00362E19">
        <w:rPr>
          <w:noProof/>
        </w:rPr>
        <w:t xml:space="preserve">Pojištění zhotovitele je kryto pojistnou smlouvou č. </w:t>
      </w:r>
      <w:r w:rsidRPr="00110ED7">
        <w:rPr>
          <w:noProof/>
          <w:highlight w:val="yellow"/>
        </w:rPr>
        <w:t>……………</w:t>
      </w:r>
      <w:r w:rsidRPr="00362E19">
        <w:rPr>
          <w:noProof/>
        </w:rPr>
        <w:t xml:space="preserve"> uzavřenou s </w:t>
      </w:r>
      <w:r w:rsidRPr="00110ED7">
        <w:rPr>
          <w:noProof/>
          <w:highlight w:val="yellow"/>
        </w:rPr>
        <w:t>………………,</w:t>
      </w:r>
      <w:r w:rsidRPr="00362E19">
        <w:rPr>
          <w:noProof/>
        </w:rPr>
        <w:t xml:space="preserve"> která kryje škodu způsobenou jinému v souvislosti s činností zhotovitele, a to až do výše </w:t>
      </w:r>
      <w:r w:rsidRPr="00110ED7">
        <w:rPr>
          <w:noProof/>
          <w:highlight w:val="yellow"/>
        </w:rPr>
        <w:t>………</w:t>
      </w:r>
      <w:r w:rsidRPr="00362E19">
        <w:rPr>
          <w:noProof/>
        </w:rPr>
        <w:t xml:space="preserve">Kč. </w:t>
      </w:r>
      <w:r w:rsidRPr="00051AF0">
        <w:rPr>
          <w:rFonts w:ascii="Verdana" w:eastAsia="Verdana" w:hAnsi="Verdana" w:cs="Times New Roman"/>
          <w:noProof/>
        </w:rPr>
        <w:t>Pojištění bude udržováno po celou dobu plnění díla.</w:t>
      </w:r>
    </w:p>
    <w:p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Záruka za dílo</w:t>
      </w:r>
    </w:p>
    <w:p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 xml:space="preserve">Zhotovitel na provedené dílo poskytne záruku na jakost (tj. na veškeré práce i materiál) </w:t>
      </w:r>
      <w:r w:rsidRPr="00FC471E">
        <w:rPr>
          <w:rFonts w:ascii="Verdana" w:eastAsia="Verdana" w:hAnsi="Verdana" w:cs="Times New Roman"/>
          <w:noProof/>
        </w:rPr>
        <w:t xml:space="preserve">v délce </w:t>
      </w:r>
      <w:r w:rsidR="00383C29">
        <w:rPr>
          <w:rFonts w:ascii="Verdana" w:eastAsia="Verdana" w:hAnsi="Verdana" w:cs="Times New Roman"/>
          <w:noProof/>
        </w:rPr>
        <w:t>24</w:t>
      </w:r>
      <w:r w:rsidR="00FC471E" w:rsidRPr="00FC471E">
        <w:rPr>
          <w:rFonts w:ascii="Verdana" w:eastAsia="Verdana" w:hAnsi="Verdana" w:cs="Times New Roman"/>
          <w:noProof/>
        </w:rPr>
        <w:t xml:space="preserve"> měsíců,</w:t>
      </w:r>
      <w:r w:rsidRPr="00110ED7">
        <w:rPr>
          <w:rFonts w:ascii="Verdana" w:eastAsia="Verdana" w:hAnsi="Verdana" w:cs="Times New Roman"/>
          <w:noProof/>
        </w:rPr>
        <w:t xml:space="preserve"> jejíž počátek je dnem oboustranného podpisu závěrečného protokolu o předání a převzetí díla dle čl. </w:t>
      </w:r>
      <w:r w:rsidR="004C70A8">
        <w:rPr>
          <w:rFonts w:ascii="Verdana" w:eastAsia="Verdana" w:hAnsi="Verdana" w:cs="Times New Roman"/>
          <w:noProof/>
        </w:rPr>
        <w:t>4</w:t>
      </w:r>
      <w:r w:rsidRPr="00110ED7">
        <w:rPr>
          <w:rFonts w:ascii="Verdana" w:eastAsia="Verdana" w:hAnsi="Verdana" w:cs="Times New Roman"/>
          <w:noProof/>
        </w:rPr>
        <w:t>.</w:t>
      </w:r>
    </w:p>
    <w:p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rsidR="005226D9" w:rsidRPr="00110ED7" w:rsidRDefault="005226D9" w:rsidP="005226D9">
      <w:pPr>
        <w:numPr>
          <w:ilvl w:val="1"/>
          <w:numId w:val="16"/>
        </w:numPr>
        <w:rPr>
          <w:rFonts w:ascii="Verdana" w:eastAsia="Verdana" w:hAnsi="Verdana" w:cs="Times New Roman"/>
          <w:noProof/>
        </w:rPr>
      </w:pPr>
      <w:r>
        <w:rPr>
          <w:rFonts w:ascii="Verdana" w:eastAsia="Verdana" w:hAnsi="Verdana" w:cs="Times New Roman"/>
          <w:noProof/>
        </w:rPr>
        <w:t xml:space="preserve">Fakturace bude probíhat na základě zhotovitelem vytaveného daňového (faktura s náležitostí daňového dokladu), která bude vystavena po provedení a předání díla. Faktura bude vystavena do 15 dní od předání díla a doručena na korespondenční adresu objednatele. </w:t>
      </w:r>
      <w:r w:rsidRPr="00110ED7">
        <w:rPr>
          <w:rFonts w:ascii="Verdana" w:eastAsia="Verdana" w:hAnsi="Verdana" w:cs="Times New Roman"/>
          <w:noProof/>
        </w:rPr>
        <w:t>Součástí faktur</w:t>
      </w:r>
      <w:r>
        <w:rPr>
          <w:rFonts w:ascii="Verdana" w:eastAsia="Verdana" w:hAnsi="Verdana" w:cs="Times New Roman"/>
          <w:noProof/>
        </w:rPr>
        <w:t>y</w:t>
      </w:r>
      <w:r w:rsidRPr="00110ED7">
        <w:rPr>
          <w:rFonts w:ascii="Verdana" w:eastAsia="Verdana" w:hAnsi="Verdana" w:cs="Times New Roman"/>
          <w:noProof/>
        </w:rPr>
        <w:t xml:space="preserve"> bude příloha soupisu provedených prací a dodaného materiálu.</w:t>
      </w:r>
    </w:p>
    <w:p w:rsidR="005226D9" w:rsidRPr="008442BC" w:rsidRDefault="005226D9" w:rsidP="005226D9">
      <w:pPr>
        <w:numPr>
          <w:ilvl w:val="1"/>
          <w:numId w:val="16"/>
        </w:numPr>
        <w:rPr>
          <w:rFonts w:ascii="Verdana" w:eastAsia="Verdana" w:hAnsi="Verdana" w:cs="Times New Roman"/>
          <w:noProof/>
        </w:rPr>
      </w:pPr>
      <w:r w:rsidRPr="008442BC">
        <w:rPr>
          <w:rFonts w:ascii="Verdana" w:eastAsia="Verdana" w:hAnsi="Verdana" w:cs="Times New Roman"/>
          <w:noProof/>
        </w:rPr>
        <w:t>K ceně za provedené dílo bude v daňovém dokladu připočtena příslušná DPH platná v den zdanitelného plnění. Při prov</w:t>
      </w:r>
      <w:r>
        <w:rPr>
          <w:rFonts w:ascii="Verdana" w:eastAsia="Verdana" w:hAnsi="Verdana" w:cs="Times New Roman"/>
          <w:noProof/>
        </w:rPr>
        <w:t>ede</w:t>
      </w:r>
      <w:r w:rsidRPr="008442BC">
        <w:rPr>
          <w:rFonts w:ascii="Verdana" w:eastAsia="Verdana" w:hAnsi="Verdana" w:cs="Times New Roman"/>
          <w:noProof/>
        </w:rPr>
        <w:t>ní tohoto díla, na které se nevztahuje daňová povinnost dle §92a zákona č.235/2004 Sb. na objednatele, provede objednatel úhradu smluvní ceny na základě daňov</w:t>
      </w:r>
      <w:r>
        <w:rPr>
          <w:rFonts w:ascii="Verdana" w:eastAsia="Verdana" w:hAnsi="Verdana" w:cs="Times New Roman"/>
          <w:noProof/>
        </w:rPr>
        <w:t>ého</w:t>
      </w:r>
      <w:r w:rsidRPr="008442BC">
        <w:rPr>
          <w:rFonts w:ascii="Verdana" w:eastAsia="Verdana" w:hAnsi="Verdana" w:cs="Times New Roman"/>
          <w:noProof/>
        </w:rPr>
        <w:t xml:space="preserve"> doklad</w:t>
      </w:r>
      <w:r>
        <w:rPr>
          <w:rFonts w:ascii="Verdana" w:eastAsia="Verdana" w:hAnsi="Verdana" w:cs="Times New Roman"/>
          <w:noProof/>
        </w:rPr>
        <w:t>u</w:t>
      </w:r>
      <w:r w:rsidRPr="008442BC">
        <w:rPr>
          <w:rFonts w:ascii="Verdana" w:eastAsia="Verdana" w:hAnsi="Verdana" w:cs="Times New Roman"/>
          <w:noProof/>
        </w:rPr>
        <w:t xml:space="preserve"> – faktur</w:t>
      </w:r>
      <w:r>
        <w:rPr>
          <w:rFonts w:ascii="Verdana" w:eastAsia="Verdana" w:hAnsi="Verdana" w:cs="Times New Roman"/>
          <w:noProof/>
        </w:rPr>
        <w:t>y</w:t>
      </w:r>
      <w:r w:rsidRPr="008442BC">
        <w:rPr>
          <w:rFonts w:ascii="Verdana" w:eastAsia="Verdana" w:hAnsi="Verdana" w:cs="Times New Roman"/>
          <w:noProof/>
        </w:rPr>
        <w:t>, vystaven</w:t>
      </w:r>
      <w:r>
        <w:rPr>
          <w:rFonts w:ascii="Verdana" w:eastAsia="Verdana" w:hAnsi="Verdana" w:cs="Times New Roman"/>
          <w:noProof/>
        </w:rPr>
        <w:t>é</w:t>
      </w:r>
      <w:r w:rsidRPr="008442BC">
        <w:rPr>
          <w:rFonts w:ascii="Verdana" w:eastAsia="Verdana" w:hAnsi="Verdana" w:cs="Times New Roman"/>
          <w:noProof/>
        </w:rPr>
        <w:t xml:space="preserve"> dle §29 zákona č. 235/2004Sb. Bankovní účet zhotovitele bude ve zveřejněné databázi správců daně.</w:t>
      </w:r>
    </w:p>
    <w:p w:rsidR="005226D9" w:rsidRPr="00110ED7" w:rsidRDefault="005226D9" w:rsidP="005226D9">
      <w:pPr>
        <w:numPr>
          <w:ilvl w:val="1"/>
          <w:numId w:val="16"/>
        </w:numPr>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5226D9" w:rsidRPr="00110ED7" w:rsidRDefault="005226D9" w:rsidP="005226D9">
      <w:pPr>
        <w:numPr>
          <w:ilvl w:val="1"/>
          <w:numId w:val="16"/>
        </w:numPr>
        <w:rPr>
          <w:rFonts w:ascii="Verdana" w:eastAsia="Verdana" w:hAnsi="Verdana" w:cs="Times New Roman"/>
          <w:noProof/>
        </w:rPr>
      </w:pPr>
      <w:r w:rsidRPr="00110ED7">
        <w:rPr>
          <w:rFonts w:ascii="Verdana" w:eastAsia="Verdana" w:hAnsi="Verdana" w:cs="Times New Roman"/>
          <w:noProof/>
        </w:rPr>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rsidR="005226D9" w:rsidRPr="00ED3514" w:rsidRDefault="005226D9" w:rsidP="005226D9">
      <w:pPr>
        <w:numPr>
          <w:ilvl w:val="1"/>
          <w:numId w:val="16"/>
        </w:numPr>
        <w:rPr>
          <w:rFonts w:ascii="Verdana" w:eastAsia="Verdana" w:hAnsi="Verdana" w:cs="Times New Roman"/>
          <w:noProof/>
        </w:rPr>
      </w:pPr>
      <w:r w:rsidRPr="00ED3514">
        <w:rPr>
          <w:rFonts w:ascii="Verdana" w:eastAsia="Verdana" w:hAnsi="Verdana" w:cs="Times New Roman"/>
          <w:noProof/>
        </w:rPr>
        <w:lastRenderedPageBreak/>
        <w:t>Splatnost 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rsidR="005226D9" w:rsidRPr="00ED3514" w:rsidRDefault="005226D9" w:rsidP="005226D9">
      <w:pPr>
        <w:numPr>
          <w:ilvl w:val="1"/>
          <w:numId w:val="16"/>
        </w:numPr>
        <w:rPr>
          <w:rFonts w:ascii="Verdana" w:eastAsia="Verdana" w:hAnsi="Verdana" w:cs="Times New Roman"/>
          <w:noProof/>
        </w:rPr>
      </w:pPr>
      <w:r w:rsidRPr="00ED3514">
        <w:rPr>
          <w:rFonts w:ascii="Verdana" w:eastAsia="Verdana" w:hAnsi="Verdana" w:cs="Times New Roman"/>
          <w:noProof/>
        </w:rPr>
        <w:t>Pokud na díle jsou při předání a převzetí drobné vady nebránící provozu, je nutné termíny pro jejich odstranění uvést do předávacího protokolu o předání a převzetí díla a určit termín odstranění vady zhotovitelem.</w:t>
      </w:r>
    </w:p>
    <w:p w:rsidR="005226D9" w:rsidRPr="00ED3514" w:rsidRDefault="005226D9" w:rsidP="005226D9">
      <w:pPr>
        <w:numPr>
          <w:ilvl w:val="1"/>
          <w:numId w:val="16"/>
        </w:numPr>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schváleného návrhu objednatelem a po uzavření dodatku k této smlouvě o dílo.</w:t>
      </w:r>
    </w:p>
    <w:p w:rsidR="005226D9" w:rsidRPr="00ED3514" w:rsidRDefault="005226D9" w:rsidP="005226D9">
      <w:pPr>
        <w:numPr>
          <w:ilvl w:val="1"/>
          <w:numId w:val="16"/>
        </w:numPr>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rsidR="008918AC" w:rsidRPr="00ED3514" w:rsidRDefault="008918AC" w:rsidP="008918AC">
      <w:pPr>
        <w:pStyle w:val="Odstavecseseznamem"/>
        <w:tabs>
          <w:tab w:val="left" w:pos="709"/>
        </w:tabs>
        <w:rPr>
          <w:b/>
        </w:rPr>
      </w:pPr>
      <w:r w:rsidRPr="00ED3514">
        <w:rPr>
          <w:b/>
        </w:rPr>
        <w:t xml:space="preserve">Správa </w:t>
      </w:r>
      <w:r>
        <w:rPr>
          <w:b/>
        </w:rPr>
        <w:t xml:space="preserve">železnic, </w:t>
      </w:r>
      <w:r w:rsidRPr="00ED3514">
        <w:rPr>
          <w:b/>
        </w:rPr>
        <w:t>státní organizace</w:t>
      </w:r>
    </w:p>
    <w:p w:rsidR="008918AC" w:rsidRPr="000B39E3" w:rsidRDefault="008918AC" w:rsidP="008918AC">
      <w:pPr>
        <w:pStyle w:val="Odstavecseseznamem"/>
        <w:tabs>
          <w:tab w:val="left" w:pos="709"/>
        </w:tabs>
        <w:spacing w:after="0"/>
      </w:pPr>
      <w:r w:rsidRPr="000B39E3">
        <w:t>se sídlem: Praha 1 - Nové Město, Dlážděná 1003/7, PSČ 110 00</w:t>
      </w:r>
    </w:p>
    <w:p w:rsidR="008918AC" w:rsidRPr="000B39E3" w:rsidRDefault="008918AC" w:rsidP="008918AC">
      <w:pPr>
        <w:pStyle w:val="Zkladntext21"/>
        <w:tabs>
          <w:tab w:val="left" w:pos="709"/>
        </w:tabs>
        <w:spacing w:after="240"/>
        <w:ind w:left="720"/>
        <w:rPr>
          <w:rFonts w:asciiTheme="minorHAnsi" w:hAnsiTheme="minorHAnsi"/>
          <w:bCs/>
          <w:color w:val="auto"/>
          <w:sz w:val="18"/>
          <w:szCs w:val="18"/>
        </w:rPr>
      </w:pPr>
      <w:r w:rsidRPr="000B39E3">
        <w:rPr>
          <w:rFonts w:asciiTheme="minorHAnsi" w:hAnsiTheme="minorHAnsi"/>
          <w:bCs/>
          <w:color w:val="auto"/>
          <w:sz w:val="18"/>
          <w:szCs w:val="18"/>
        </w:rPr>
        <w:t xml:space="preserve">IČ: 709 94 234, DIČ: CZ70994234    </w:t>
      </w:r>
    </w:p>
    <w:p w:rsidR="008918AC" w:rsidRPr="00ED3514" w:rsidRDefault="008918AC" w:rsidP="008918AC">
      <w:pPr>
        <w:pStyle w:val="Odstavecseseznamem"/>
        <w:spacing w:before="120"/>
        <w:ind w:left="1134"/>
        <w:contextualSpacing w:val="0"/>
      </w:pPr>
      <w:r w:rsidRPr="00ED3514">
        <w:t>Příjemcem faktur ve věci této smlouvy</w:t>
      </w:r>
      <w:r w:rsidRPr="00ED3514">
        <w:rPr>
          <w:color w:val="FF00FF"/>
        </w:rPr>
        <w:t xml:space="preserve"> </w:t>
      </w:r>
      <w:r w:rsidRPr="00ED3514">
        <w:t xml:space="preserve">je: </w:t>
      </w:r>
    </w:p>
    <w:p w:rsidR="008918AC" w:rsidRPr="00ED3514" w:rsidRDefault="008918AC" w:rsidP="008918AC">
      <w:pPr>
        <w:pStyle w:val="Odstavecseseznamem"/>
        <w:rPr>
          <w:b/>
        </w:rPr>
      </w:pPr>
      <w:r w:rsidRPr="00ED3514">
        <w:rPr>
          <w:b/>
        </w:rPr>
        <w:t xml:space="preserve">Správa </w:t>
      </w:r>
      <w:r>
        <w:rPr>
          <w:b/>
        </w:rPr>
        <w:t xml:space="preserve">železnic, </w:t>
      </w:r>
      <w:r w:rsidRPr="00ED3514">
        <w:rPr>
          <w:b/>
        </w:rPr>
        <w:t>státní organizace</w:t>
      </w:r>
    </w:p>
    <w:p w:rsidR="008918AC" w:rsidRPr="000B39E3" w:rsidRDefault="008918AC" w:rsidP="008918AC">
      <w:pPr>
        <w:pStyle w:val="Odstavecseseznamem"/>
        <w:tabs>
          <w:tab w:val="left" w:pos="709"/>
        </w:tabs>
      </w:pPr>
      <w:r w:rsidRPr="00ED3514">
        <w:rPr>
          <w:b/>
        </w:rPr>
        <w:t>Oblastní ředitelství Praha</w:t>
      </w:r>
    </w:p>
    <w:p w:rsidR="008918AC" w:rsidRPr="000B39E3" w:rsidRDefault="008918AC" w:rsidP="008918AC">
      <w:pPr>
        <w:pStyle w:val="Odstavecseseznamem"/>
        <w:tabs>
          <w:tab w:val="left" w:pos="709"/>
        </w:tabs>
      </w:pPr>
      <w:r w:rsidRPr="000B39E3">
        <w:t>Partyzánská 24</w:t>
      </w:r>
    </w:p>
    <w:p w:rsidR="008918AC" w:rsidRPr="00ED3514" w:rsidRDefault="008918AC" w:rsidP="008918AC">
      <w:pPr>
        <w:pStyle w:val="Odstavecseseznamem"/>
        <w:tabs>
          <w:tab w:val="left" w:pos="709"/>
        </w:tabs>
        <w:rPr>
          <w:color w:val="FF00FF"/>
        </w:rPr>
      </w:pPr>
      <w:r w:rsidRPr="000B39E3">
        <w:t>170 00 Praha 7</w:t>
      </w:r>
    </w:p>
    <w:p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Pr>
          <w:rFonts w:ascii="Verdana" w:eastAsia="Verdana" w:hAnsi="Verdana" w:cs="Times New Roman"/>
          <w:noProof/>
        </w:rPr>
        <w:t xml:space="preserve">0,5 % z ceny díla, minimálně však </w:t>
      </w:r>
      <w:r w:rsidRPr="00E36281">
        <w:rPr>
          <w:rFonts w:ascii="Verdana" w:eastAsia="Verdana" w:hAnsi="Verdana" w:cs="Times New Roman"/>
          <w:noProof/>
        </w:rPr>
        <w:t xml:space="preserve">5.000,- Kč za každý započatý den prodlení, pokud prodlení zhotovitele není způsobeno objednatelem nebo vlivem překážky nastalé v průběhu realizace díla nezávisle na vůli zhotovitele, kterou nemůže tento předvídat, odvrátit nebo překonat.  </w:t>
      </w:r>
    </w:p>
    <w:p w:rsidR="008918AC" w:rsidRDefault="008918AC" w:rsidP="008918AC">
      <w:pPr>
        <w:pStyle w:val="slovanseznam2"/>
        <w:numPr>
          <w:ilvl w:val="1"/>
          <w:numId w:val="16"/>
        </w:numPr>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 xml:space="preserve">eny díla za každý den prodlení až do odstranění vady, minimálně však 5.000,- Kč za každý den prodlení. </w:t>
      </w:r>
    </w:p>
    <w:p w:rsidR="008918AC" w:rsidRPr="00E36281" w:rsidRDefault="008918AC" w:rsidP="008918AC">
      <w:pPr>
        <w:pStyle w:val="slovanseznam2"/>
        <w:numPr>
          <w:ilvl w:val="0"/>
          <w:numId w:val="0"/>
        </w:numPr>
        <w:ind w:left="1077"/>
        <w:rPr>
          <w:rFonts w:ascii="Verdana" w:eastAsia="Verdana" w:hAnsi="Verdana" w:cs="Times New Roman"/>
          <w:noProof/>
        </w:rPr>
      </w:pPr>
    </w:p>
    <w:p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Za prodlení s vyklizením </w:t>
      </w:r>
      <w:r>
        <w:rPr>
          <w:rFonts w:ascii="Verdana" w:eastAsia="Verdana" w:hAnsi="Verdana" w:cs="Times New Roman"/>
          <w:noProof/>
        </w:rPr>
        <w:t>pracovišt</w:t>
      </w:r>
      <w:r w:rsidRPr="00E36281">
        <w:rPr>
          <w:rFonts w:ascii="Verdana" w:eastAsia="Verdana" w:hAnsi="Verdana" w:cs="Times New Roman"/>
          <w:noProof/>
        </w:rPr>
        <w:t xml:space="preserve">ě po lhůtě stanovené ve smlouvě, uhradí zhotovitel smluvní pokutu ve výši </w:t>
      </w:r>
      <w:r>
        <w:rPr>
          <w:rFonts w:ascii="Verdana" w:eastAsia="Verdana" w:hAnsi="Verdana" w:cs="Times New Roman"/>
          <w:noProof/>
        </w:rPr>
        <w:t>0,05% smluvní ceny</w:t>
      </w:r>
      <w:r w:rsidRPr="00E36281">
        <w:rPr>
          <w:rFonts w:ascii="Verdana" w:eastAsia="Verdana" w:hAnsi="Verdana" w:cs="Times New Roman"/>
          <w:noProof/>
        </w:rPr>
        <w:t xml:space="preserve"> za každý den prodlení až do dne vyklizení </w:t>
      </w:r>
      <w:r>
        <w:rPr>
          <w:rFonts w:ascii="Verdana" w:eastAsia="Verdana" w:hAnsi="Verdana" w:cs="Times New Roman"/>
          <w:noProof/>
        </w:rPr>
        <w:t>pracovišt</w:t>
      </w:r>
      <w:r w:rsidRPr="00E36281">
        <w:rPr>
          <w:rFonts w:ascii="Verdana" w:eastAsia="Verdana" w:hAnsi="Verdana" w:cs="Times New Roman"/>
          <w:noProof/>
        </w:rPr>
        <w:t>ě, pokud nesplnění této smluvní povinnosti nebude způsobeno objednatelem nebo vlivem překážky nastalé v průběhu realizace díla nezávisle na vůli zhotovitele, kterou nemůže tento předvídat, odvrátit nebo překonat.</w:t>
      </w:r>
    </w:p>
    <w:p w:rsidR="008918AC"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 xml:space="preserve">hodnoty postoupené </w:t>
      </w:r>
      <w:r w:rsidRPr="00E36281">
        <w:rPr>
          <w:rFonts w:ascii="Verdana" w:eastAsia="Verdana" w:hAnsi="Verdana" w:cs="Times New Roman"/>
          <w:noProof/>
        </w:rPr>
        <w:lastRenderedPageBreak/>
        <w:t>pohledávky, minimálně však ve výši 5.000,- Kč. Vyúčtováním smluvní pokuty nedává však objednatel souhlas s postoupením pohledávky.</w:t>
      </w:r>
    </w:p>
    <w:p w:rsidR="008918AC" w:rsidRPr="00CD2270" w:rsidRDefault="008918AC" w:rsidP="008918AC">
      <w:pPr>
        <w:pStyle w:val="slovanseznam2"/>
        <w:numPr>
          <w:ilvl w:val="1"/>
          <w:numId w:val="16"/>
        </w:numPr>
        <w:spacing w:before="240"/>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z</w:t>
      </w:r>
      <w:r w:rsidRPr="000E4563">
        <w:rPr>
          <w:rFonts w:ascii="Verdana" w:eastAsia="Verdana" w:hAnsi="Verdana" w:cs="Times New Roman"/>
          <w:noProof/>
        </w:rPr>
        <w:t xml:space="preserve">hotovitel povinen uhradit </w:t>
      </w:r>
      <w:r>
        <w:rPr>
          <w:rFonts w:ascii="Verdana" w:eastAsia="Verdana" w:hAnsi="Verdana" w:cs="Times New Roman"/>
          <w:noProof/>
        </w:rPr>
        <w:t>o</w:t>
      </w:r>
      <w:r w:rsidRPr="000E4563">
        <w:rPr>
          <w:rFonts w:ascii="Verdana" w:eastAsia="Verdana" w:hAnsi="Verdana" w:cs="Times New Roman"/>
          <w:noProof/>
        </w:rPr>
        <w:t>bjednateli smluvní pokutu ve výši 5% z Ceny díla za každý jednotlivý případ porušení povinnosti, minimálně však 10.000,- Kč za každý jednotlivý případ.</w:t>
      </w:r>
    </w:p>
    <w:p w:rsidR="008918AC" w:rsidRPr="00E36281" w:rsidRDefault="008918AC" w:rsidP="008918AC">
      <w:pPr>
        <w:numPr>
          <w:ilvl w:val="1"/>
          <w:numId w:val="16"/>
        </w:numPr>
        <w:tabs>
          <w:tab w:val="clear" w:pos="1191"/>
        </w:tabs>
        <w:spacing w:before="240"/>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rsidR="008918AC" w:rsidRPr="00EE270E"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zhotovitel zavázán plnit i po zaplacení smluvní pokuty. </w:t>
      </w:r>
    </w:p>
    <w:p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Pověří-li zhotovitel prováděním plnění dle této smlouvy </w:t>
      </w:r>
      <w:r>
        <w:rPr>
          <w:rFonts w:ascii="Verdana" w:eastAsia="Verdana" w:hAnsi="Verdana" w:cs="Times New Roman"/>
          <w:noProof/>
        </w:rPr>
        <w:t>poddod</w:t>
      </w:r>
      <w:r w:rsidRPr="00E36281">
        <w:rPr>
          <w:rFonts w:ascii="Verdana" w:eastAsia="Verdana" w:hAnsi="Verdana" w:cs="Times New Roman"/>
          <w:noProof/>
        </w:rPr>
        <w:t xml:space="preserve">avatele, kteří nejsou </w:t>
      </w:r>
      <w:r w:rsidRPr="00FC471E">
        <w:rPr>
          <w:rFonts w:ascii="Verdana" w:eastAsia="Verdana" w:hAnsi="Verdana" w:cs="Times New Roman"/>
          <w:noProof/>
        </w:rPr>
        <w:t>uvedeni v této smlouvě, zavazuje se zaplatit smluvní pokutu ve výši 1% z celkové smluvní ceny za každého takového poddodavatele.</w:t>
      </w:r>
    </w:p>
    <w:p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že se osoba, kterou zhotovitel používá při provádění díla, odmítne podrobit kontrole v souladu se směrnicí </w:t>
      </w:r>
      <w:r w:rsidRPr="00DF2F2A">
        <w:rPr>
          <w:rFonts w:ascii="Verdana" w:eastAsia="Verdana" w:hAnsi="Verdana" w:cs="Times New Roman"/>
          <w:noProof/>
        </w:rPr>
        <w:t>SŽDC</w:t>
      </w:r>
      <w:r w:rsidRPr="00E36281">
        <w:rPr>
          <w:rFonts w:ascii="Verdana" w:eastAsia="Verdana" w:hAnsi="Verdana" w:cs="Times New Roman"/>
          <w:noProof/>
        </w:rPr>
        <w:t xml:space="preserve"> č. 120, zda není pod vlivem alkoholu nebo jiné návykové látky, nebo je-li u této osoby dosaženo pozitivního výsledku této kontroly, je objednatel oprávněn na základě posouzení souvisejících okolností uplatnit vůči </w:t>
      </w:r>
      <w:r w:rsidR="00901A6D">
        <w:rPr>
          <w:rFonts w:ascii="Verdana" w:eastAsia="Verdana" w:hAnsi="Verdana" w:cs="Times New Roman"/>
          <w:noProof/>
        </w:rPr>
        <w:t>zhotoviteli sankci ve výši 1</w:t>
      </w:r>
      <w:r w:rsidRPr="00E36281">
        <w:rPr>
          <w:rFonts w:ascii="Verdana" w:eastAsia="Verdana" w:hAnsi="Verdana" w:cs="Times New Roman"/>
          <w:noProof/>
        </w:rPr>
        <w:t>0 000,- Kč za každý jednotlivý případ.</w:t>
      </w:r>
    </w:p>
    <w:p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Pr>
          <w:rFonts w:ascii="Verdana" w:eastAsia="Verdana" w:hAnsi="Verdana" w:cs="Times New Roman"/>
          <w:noProof/>
        </w:rPr>
        <w:t xml:space="preserve">osoby objednatele uvedené v </w:t>
      </w:r>
      <w:r w:rsidRPr="00FC471E">
        <w:rPr>
          <w:rFonts w:ascii="Verdana" w:eastAsia="Verdana" w:hAnsi="Verdana" w:cs="Times New Roman"/>
          <w:noProof/>
        </w:rPr>
        <w:t>bodu 1.1.2. a 1.1.3</w:t>
      </w:r>
    </w:p>
    <w:p w:rsidR="008918AC" w:rsidRPr="00EE270E"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rsidR="008918AC" w:rsidRPr="00EE270E" w:rsidRDefault="008918AC" w:rsidP="008918AC">
      <w:pPr>
        <w:pStyle w:val="slovanseznam3"/>
        <w:numPr>
          <w:ilvl w:val="2"/>
          <w:numId w:val="16"/>
        </w:numPr>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rsidR="008918AC" w:rsidRPr="00EE270E" w:rsidRDefault="008918AC" w:rsidP="008918AC">
      <w:pPr>
        <w:pStyle w:val="slovanseznam3"/>
        <w:numPr>
          <w:ilvl w:val="2"/>
          <w:numId w:val="16"/>
        </w:numPr>
        <w:rPr>
          <w:noProof/>
        </w:rPr>
      </w:pPr>
      <w:r w:rsidRPr="00EE270E">
        <w:rPr>
          <w:noProof/>
        </w:rPr>
        <w:t xml:space="preserve">je oprávněn vstupovat na </w:t>
      </w:r>
      <w:r>
        <w:rPr>
          <w:noProof/>
        </w:rPr>
        <w:t>pracovišt</w:t>
      </w:r>
      <w:r w:rsidRPr="00EE270E">
        <w:rPr>
          <w:noProof/>
        </w:rPr>
        <w:t xml:space="preserve">ě k provádění úkolů </w:t>
      </w:r>
      <w:r>
        <w:rPr>
          <w:noProof/>
        </w:rPr>
        <w:t>technického</w:t>
      </w:r>
      <w:r w:rsidRPr="00EE270E">
        <w:rPr>
          <w:noProof/>
        </w:rPr>
        <w:t xml:space="preserve"> dozoru, dle platných předpisů objednatele.</w:t>
      </w:r>
    </w:p>
    <w:p w:rsidR="008918AC" w:rsidRPr="00EE270E" w:rsidRDefault="008918AC" w:rsidP="008918AC">
      <w:pPr>
        <w:pStyle w:val="slovanseznam3"/>
        <w:numPr>
          <w:ilvl w:val="2"/>
          <w:numId w:val="16"/>
        </w:numPr>
        <w:rPr>
          <w:noProof/>
        </w:rPr>
      </w:pPr>
      <w:r w:rsidRPr="00EE270E">
        <w:rPr>
          <w:noProof/>
        </w:rPr>
        <w:t>zastupuje objednatele vůči zhotoviteli a orgánům státní správy.</w:t>
      </w:r>
    </w:p>
    <w:p w:rsidR="008918AC" w:rsidRPr="00EE270E" w:rsidRDefault="008918AC" w:rsidP="008918AC">
      <w:pPr>
        <w:pStyle w:val="slovanseznam3"/>
        <w:numPr>
          <w:ilvl w:val="2"/>
          <w:numId w:val="16"/>
        </w:numPr>
        <w:rPr>
          <w:noProof/>
        </w:rPr>
      </w:pPr>
      <w:r w:rsidRPr="00EE270E">
        <w:rPr>
          <w:noProof/>
        </w:rPr>
        <w:t>při realizaci díla přejímá veškeré práce, zejména ty které nebudou přístupné při celkovém přejímacím řízení.</w:t>
      </w:r>
    </w:p>
    <w:p w:rsidR="008918AC" w:rsidRPr="00EE270E" w:rsidRDefault="008918AC" w:rsidP="008918AC">
      <w:pPr>
        <w:pStyle w:val="slovanseznam3"/>
        <w:numPr>
          <w:ilvl w:val="2"/>
          <w:numId w:val="16"/>
        </w:numPr>
        <w:rPr>
          <w:noProof/>
        </w:rPr>
      </w:pPr>
      <w:r w:rsidRPr="00EE270E">
        <w:rPr>
          <w:noProof/>
        </w:rPr>
        <w:t>provádí kontrolu kvality a technologic</w:t>
      </w:r>
      <w:r>
        <w:rPr>
          <w:noProof/>
        </w:rPr>
        <w:t>kých postupů při realizaci díla</w:t>
      </w:r>
      <w:r w:rsidRPr="00EE270E">
        <w:rPr>
          <w:noProof/>
        </w:rPr>
        <w:t>.</w:t>
      </w:r>
    </w:p>
    <w:p w:rsidR="008918AC" w:rsidRPr="00EE270E" w:rsidRDefault="008918AC" w:rsidP="008918AC">
      <w:pPr>
        <w:pStyle w:val="slovanseznam3"/>
        <w:numPr>
          <w:ilvl w:val="2"/>
          <w:numId w:val="16"/>
        </w:numPr>
        <w:rPr>
          <w:noProof/>
        </w:rPr>
      </w:pPr>
      <w:r w:rsidRPr="00EE270E">
        <w:rPr>
          <w:noProof/>
        </w:rPr>
        <w:t xml:space="preserve">v případě zjištění hrubého porušení technologické kázně, nebo činnosti, kterou může být ohrožena bezpečnost železniční dopravy, je oprávněn přerušit práce a neprodleně informovat zaměstnance </w:t>
      </w:r>
      <w:r>
        <w:rPr>
          <w:noProof/>
        </w:rPr>
        <w:t>zhotovitele</w:t>
      </w:r>
      <w:r w:rsidRPr="00EE270E">
        <w:rPr>
          <w:noProof/>
        </w:rPr>
        <w:t xml:space="preserve"> odpovědného ve věcech technických dle čl. 1.</w:t>
      </w:r>
      <w:r>
        <w:rPr>
          <w:noProof/>
        </w:rPr>
        <w:t>2.2</w:t>
      </w:r>
      <w:r w:rsidRPr="00EE270E">
        <w:rPr>
          <w:noProof/>
        </w:rPr>
        <w:t xml:space="preserve"> této smlouvy.</w:t>
      </w:r>
    </w:p>
    <w:p w:rsidR="008918AC" w:rsidRPr="00EE270E" w:rsidRDefault="008918AC" w:rsidP="008918AC">
      <w:pPr>
        <w:pStyle w:val="slovanseznam3"/>
        <w:numPr>
          <w:ilvl w:val="2"/>
          <w:numId w:val="16"/>
        </w:numPr>
        <w:rPr>
          <w:noProof/>
        </w:rPr>
      </w:pPr>
      <w:r>
        <w:rPr>
          <w:noProof/>
        </w:rPr>
        <w:lastRenderedPageBreak/>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rsidR="008918AC" w:rsidRPr="000B39E3" w:rsidRDefault="008918AC" w:rsidP="008918AC">
      <w:pPr>
        <w:numPr>
          <w:ilvl w:val="0"/>
          <w:numId w:val="36"/>
        </w:numPr>
        <w:spacing w:before="60" w:after="0" w:line="240" w:lineRule="auto"/>
      </w:pPr>
      <w:r w:rsidRPr="000B39E3">
        <w:t>zjistí-li objednatel při kontrole provádění díla, že zhotovitel neprovádí dílo v</w:t>
      </w:r>
      <w:r>
        <w:t> </w:t>
      </w:r>
      <w:r w:rsidRPr="000B39E3">
        <w:t>souladu</w:t>
      </w:r>
      <w:r>
        <w:t xml:space="preserve"> </w:t>
      </w:r>
      <w:r w:rsidRPr="000B39E3">
        <w:t>se smlouvou o dílo a jejími přílohami nebo v souladu s podklady a pokyny, které jsou pro provedení díla závazné a zhotovitel, přestože byl objednatelem vyzván k provádění díla řádným způsobem a k odstranění případných vad vzniklých vadným prováděním díla, tak v objednatelem mu poskytnuté přiměřené lhůtě neučinil,</w:t>
      </w:r>
    </w:p>
    <w:p w:rsidR="008918AC" w:rsidRPr="000B39E3" w:rsidRDefault="008918AC" w:rsidP="008918AC">
      <w:pPr>
        <w:numPr>
          <w:ilvl w:val="0"/>
          <w:numId w:val="36"/>
        </w:numPr>
        <w:spacing w:before="60" w:after="0" w:line="240" w:lineRule="auto"/>
      </w:pPr>
      <w:r w:rsidRPr="000B39E3">
        <w:t>jestliže je zhotovitel v prodlení s plněním svých povinností více než 30 kalendářních dnů oproti termínům stanoveným ve smlouvě o dílo nebo jejích přílohách,</w:t>
      </w:r>
    </w:p>
    <w:p w:rsidR="008918AC" w:rsidRPr="000B39E3" w:rsidRDefault="008918AC" w:rsidP="008918AC">
      <w:pPr>
        <w:numPr>
          <w:ilvl w:val="0"/>
          <w:numId w:val="36"/>
        </w:numPr>
        <w:spacing w:before="60" w:after="0" w:line="240" w:lineRule="auto"/>
      </w:pPr>
      <w:r w:rsidRPr="000B39E3">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rsidR="008918AC" w:rsidRPr="000B39E3" w:rsidRDefault="008918AC" w:rsidP="008918AC">
      <w:pPr>
        <w:numPr>
          <w:ilvl w:val="0"/>
          <w:numId w:val="36"/>
        </w:numPr>
        <w:spacing w:before="60" w:after="0" w:line="240" w:lineRule="auto"/>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rsidR="008918AC" w:rsidRPr="000B39E3" w:rsidRDefault="008918AC" w:rsidP="008918AC">
      <w:pPr>
        <w:numPr>
          <w:ilvl w:val="0"/>
          <w:numId w:val="36"/>
        </w:numPr>
        <w:spacing w:before="60" w:after="0" w:line="240" w:lineRule="auto"/>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rsidR="008918AC" w:rsidRPr="000B39E3" w:rsidRDefault="008918AC" w:rsidP="008918AC">
      <w:pPr>
        <w:numPr>
          <w:ilvl w:val="0"/>
          <w:numId w:val="36"/>
        </w:numPr>
        <w:spacing w:before="60" w:after="0" w:line="240" w:lineRule="auto"/>
      </w:pPr>
      <w:r w:rsidRPr="000B39E3">
        <w:t>jestliže zhotovitel neudržuje v platnosti pojistné smlouvy v rozsahu vyžadovaném smlouvou</w:t>
      </w:r>
      <w:r>
        <w:t xml:space="preserve"> </w:t>
      </w:r>
      <w:r w:rsidRPr="000B39E3">
        <w:t>o dílo a jejími přílohami,</w:t>
      </w:r>
    </w:p>
    <w:p w:rsidR="008918AC" w:rsidRPr="00E93642" w:rsidRDefault="008918AC" w:rsidP="008918AC">
      <w:pPr>
        <w:numPr>
          <w:ilvl w:val="0"/>
          <w:numId w:val="36"/>
        </w:numPr>
        <w:spacing w:before="60" w:line="240" w:lineRule="auto"/>
        <w:rPr>
          <w:b/>
        </w:rPr>
      </w:pPr>
      <w:r w:rsidRPr="000B39E3">
        <w:t xml:space="preserve">jestliže zhotovitel odmítne podepsat seznámení s riziky práce dle odstavce </w:t>
      </w:r>
      <w:r w:rsidRPr="00E60B04">
        <w:t>6.</w:t>
      </w:r>
      <w:r>
        <w:t>6</w:t>
      </w:r>
      <w:r w:rsidRPr="000B39E3">
        <w:t xml:space="preserve"> této smlouvy.</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 xml:space="preserve">Zhotovitel se zavazuje uhradit objednateli v plném rozsahu zvýšené náklady na dokončení díla, které objednateli vzniknou následkem toho, že odstoupil od smlouvy o dílo z důvodů na straně zhotovitele. </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rsidR="008918AC" w:rsidRPr="000B39E3" w:rsidRDefault="008918AC" w:rsidP="008918AC">
      <w:pPr>
        <w:numPr>
          <w:ilvl w:val="0"/>
          <w:numId w:val="36"/>
        </w:numPr>
        <w:spacing w:before="60" w:after="0" w:line="240" w:lineRule="auto"/>
      </w:pPr>
      <w:r w:rsidRPr="000B39E3">
        <w:t>okamžitě ukončit veškeré práce na provádění díla s výjimkou prací, které nesnesou odkladu, aby objednatel nebo třetí osoby neutrpěly újmu na svých právech, zejména na životě, zdraví, majetku nebo bezpečnosti,</w:t>
      </w:r>
    </w:p>
    <w:p w:rsidR="008918AC" w:rsidRPr="00FC471E" w:rsidRDefault="008918AC" w:rsidP="008918AC">
      <w:pPr>
        <w:numPr>
          <w:ilvl w:val="0"/>
          <w:numId w:val="36"/>
        </w:numPr>
        <w:spacing w:before="60" w:after="0" w:line="240" w:lineRule="auto"/>
      </w:pPr>
      <w:r w:rsidRPr="00FC471E">
        <w:t>do 15 dnů ode dne, kdy odstoupení od smlouvy o dílo nabude účinnosti, vyklidit a předat zpět objednateli pracoviště (pracoviště),</w:t>
      </w:r>
    </w:p>
    <w:p w:rsidR="008918AC" w:rsidRPr="000B39E3" w:rsidRDefault="008918AC" w:rsidP="008918AC">
      <w:pPr>
        <w:numPr>
          <w:ilvl w:val="0"/>
          <w:numId w:val="36"/>
        </w:numPr>
        <w:spacing w:before="60" w:after="0" w:line="240" w:lineRule="auto"/>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rsidR="008918AC" w:rsidRPr="000B39E3" w:rsidRDefault="008918AC" w:rsidP="008918AC">
      <w:pPr>
        <w:numPr>
          <w:ilvl w:val="0"/>
          <w:numId w:val="36"/>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rsidR="008918AC" w:rsidRPr="000B39E3" w:rsidRDefault="008918AC" w:rsidP="008918AC">
      <w:pPr>
        <w:numPr>
          <w:ilvl w:val="0"/>
          <w:numId w:val="36"/>
        </w:numPr>
        <w:spacing w:before="60" w:after="0" w:line="240" w:lineRule="auto"/>
      </w:pPr>
      <w:r w:rsidRPr="000B39E3">
        <w:t>vrátit objednateli veškeré podklady a věci, které od něho za účelem provedení díla převzal,</w:t>
      </w:r>
    </w:p>
    <w:p w:rsidR="008918AC" w:rsidRPr="000B39E3" w:rsidRDefault="008918AC" w:rsidP="008918AC">
      <w:pPr>
        <w:numPr>
          <w:ilvl w:val="0"/>
          <w:numId w:val="36"/>
        </w:numPr>
        <w:spacing w:before="60" w:after="0" w:line="240" w:lineRule="auto"/>
      </w:pPr>
      <w:r w:rsidRPr="000B39E3">
        <w:t>předat objednateli veškeré doklady a dokumenty vztahující se k již provedenému dílu nebo jeho části,</w:t>
      </w:r>
    </w:p>
    <w:p w:rsidR="008918AC" w:rsidRPr="000B39E3" w:rsidRDefault="008918AC" w:rsidP="008918AC">
      <w:pPr>
        <w:numPr>
          <w:ilvl w:val="0"/>
          <w:numId w:val="36"/>
        </w:numPr>
        <w:spacing w:before="60" w:after="0" w:line="240" w:lineRule="auto"/>
      </w:pPr>
      <w:r w:rsidRPr="000B39E3">
        <w:t>předat objednateli veškerý materiál, výrobky a zařízení, které již byly objednatelem uhrazeny,</w:t>
      </w:r>
    </w:p>
    <w:p w:rsidR="008918AC" w:rsidRPr="000B39E3" w:rsidRDefault="008918AC" w:rsidP="008918AC">
      <w:pPr>
        <w:numPr>
          <w:ilvl w:val="0"/>
          <w:numId w:val="36"/>
        </w:numPr>
        <w:spacing w:before="60" w:line="240" w:lineRule="auto"/>
      </w:pPr>
      <w:r w:rsidRPr="000B39E3">
        <w:t xml:space="preserve">bez zbytečného odkladu nahradit objednateli škodu, která mu odstoupením vznikla v případě, že objednatel odstoupil od smlouvy o dílo z důvodu na straně zhotovitele. </w:t>
      </w:r>
    </w:p>
    <w:p w:rsidR="008918AC" w:rsidRDefault="008918AC" w:rsidP="00FC471E">
      <w:pPr>
        <w:numPr>
          <w:ilvl w:val="1"/>
          <w:numId w:val="16"/>
        </w:numPr>
        <w:tabs>
          <w:tab w:val="clear" w:pos="1191"/>
        </w:tabs>
        <w:spacing w:after="120"/>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rsidR="008918AC" w:rsidRPr="00EE270E" w:rsidRDefault="008918AC" w:rsidP="00FC471E">
      <w:pPr>
        <w:spacing w:after="120"/>
        <w:ind w:left="1077"/>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rsidR="008918AC" w:rsidRPr="00EE270E" w:rsidRDefault="008918AC" w:rsidP="00FC471E">
      <w:pPr>
        <w:numPr>
          <w:ilvl w:val="1"/>
          <w:numId w:val="16"/>
        </w:numPr>
        <w:tabs>
          <w:tab w:val="clear" w:pos="1191"/>
        </w:tabs>
        <w:spacing w:after="120"/>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rsidR="008918AC" w:rsidRPr="00EE270E" w:rsidRDefault="008918AC" w:rsidP="00FC471E">
      <w:pPr>
        <w:numPr>
          <w:ilvl w:val="1"/>
          <w:numId w:val="16"/>
        </w:numPr>
        <w:tabs>
          <w:tab w:val="clear" w:pos="1191"/>
        </w:tabs>
        <w:spacing w:after="120"/>
        <w:rPr>
          <w:rFonts w:ascii="Verdana" w:eastAsia="Verdana" w:hAnsi="Verdana" w:cs="Times New Roman"/>
          <w:noProof/>
        </w:rPr>
      </w:pPr>
      <w:r w:rsidRPr="00EE270E">
        <w:rPr>
          <w:rFonts w:ascii="Verdana" w:eastAsia="Verdana" w:hAnsi="Verdana" w:cs="Times New Roman"/>
          <w:noProof/>
        </w:rPr>
        <w:lastRenderedPageBreak/>
        <w:t>Jestliže dojde k odstoupení od smlouvy o dílo před dokončením díla, je objednatel oprávněn zajistit provedení zbylé části díla prostřednictvím jiného zhotovitele.</w:t>
      </w:r>
    </w:p>
    <w:p w:rsidR="008918AC" w:rsidRPr="00EE270E" w:rsidRDefault="008918AC" w:rsidP="00FC471E">
      <w:pPr>
        <w:numPr>
          <w:ilvl w:val="1"/>
          <w:numId w:val="16"/>
        </w:numPr>
        <w:tabs>
          <w:tab w:val="clear" w:pos="1191"/>
        </w:tabs>
        <w:spacing w:after="120"/>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rsidR="008918AC" w:rsidRPr="00EE270E" w:rsidRDefault="008918AC" w:rsidP="00FC471E">
      <w:pPr>
        <w:numPr>
          <w:ilvl w:val="1"/>
          <w:numId w:val="16"/>
        </w:numPr>
        <w:tabs>
          <w:tab w:val="clear" w:pos="1191"/>
        </w:tabs>
        <w:spacing w:after="120"/>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rsidR="008918AC" w:rsidRPr="00EE270E" w:rsidRDefault="008918AC" w:rsidP="00FC471E">
      <w:pPr>
        <w:numPr>
          <w:ilvl w:val="1"/>
          <w:numId w:val="16"/>
        </w:numPr>
        <w:tabs>
          <w:tab w:val="clear" w:pos="1191"/>
        </w:tabs>
        <w:spacing w:after="120"/>
        <w:rPr>
          <w:rFonts w:ascii="Verdana" w:eastAsia="Verdana" w:hAnsi="Verdana" w:cs="Times New Roman"/>
          <w:noProof/>
        </w:rPr>
      </w:pPr>
      <w:r w:rsidRPr="00EE270E">
        <w:rPr>
          <w:rFonts w:ascii="Verdana" w:eastAsia="Verdana" w:hAnsi="Verdana" w:cs="Times New Roman"/>
          <w:noProof/>
        </w:rPr>
        <w:t>Zhotovitel prohlašuje, že souhlasí, aby objednatel pokud to bude nezbytné, použil jeho osobní údaje v souladu se zákonem č. 101/2000 Sb. o ochraně osobních údajů v platném znění, pro účely sepsání této smlouvy a jejich zpracování v systému SAP.</w:t>
      </w:r>
    </w:p>
    <w:p w:rsidR="008918AC" w:rsidRPr="00EE270E" w:rsidRDefault="008918AC" w:rsidP="00FC471E">
      <w:pPr>
        <w:numPr>
          <w:ilvl w:val="1"/>
          <w:numId w:val="16"/>
        </w:numPr>
        <w:tabs>
          <w:tab w:val="clear" w:pos="1191"/>
        </w:tabs>
        <w:spacing w:after="120"/>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Pr="00EE270E">
        <w:rPr>
          <w:rFonts w:ascii="Verdana" w:eastAsia="Verdana" w:hAnsi="Verdana" w:cs="Times New Roman"/>
          <w:noProof/>
        </w:rPr>
        <w:br/>
        <w:t>na jinou osobu práva, povinnosti a závazky vyplývající z této smlouvy.</w:t>
      </w:r>
    </w:p>
    <w:p w:rsidR="008918AC" w:rsidRPr="00EE270E" w:rsidRDefault="008918AC" w:rsidP="00FC471E">
      <w:pPr>
        <w:numPr>
          <w:ilvl w:val="1"/>
          <w:numId w:val="16"/>
        </w:numPr>
        <w:tabs>
          <w:tab w:val="clear" w:pos="1191"/>
        </w:tabs>
        <w:spacing w:after="120"/>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rsidR="008918AC" w:rsidRPr="00EE270E" w:rsidRDefault="008918AC" w:rsidP="00FC471E">
      <w:pPr>
        <w:numPr>
          <w:ilvl w:val="1"/>
          <w:numId w:val="16"/>
        </w:numPr>
        <w:tabs>
          <w:tab w:val="clear" w:pos="1191"/>
        </w:tabs>
        <w:spacing w:after="120"/>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rsidR="008918AC" w:rsidRPr="00DF2F2A" w:rsidRDefault="008918AC" w:rsidP="00FC471E">
      <w:pPr>
        <w:numPr>
          <w:ilvl w:val="1"/>
          <w:numId w:val="16"/>
        </w:numPr>
        <w:tabs>
          <w:tab w:val="clear" w:pos="1191"/>
        </w:tabs>
        <w:spacing w:after="120"/>
        <w:ind w:left="1078" w:hanging="454"/>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8918AC" w:rsidRPr="00DF2F2A" w:rsidRDefault="008918AC" w:rsidP="00FC471E">
      <w:pPr>
        <w:numPr>
          <w:ilvl w:val="1"/>
          <w:numId w:val="16"/>
        </w:numPr>
        <w:tabs>
          <w:tab w:val="clear" w:pos="1191"/>
        </w:tabs>
        <w:spacing w:after="120"/>
        <w:ind w:left="1078" w:hanging="454"/>
        <w:rPr>
          <w:rFonts w:ascii="Verdana" w:eastAsia="Verdana" w:hAnsi="Verdana" w:cs="Times New Roman"/>
          <w:noProof/>
        </w:rPr>
      </w:pPr>
      <w:r w:rsidRPr="00DF2F2A">
        <w:rPr>
          <w:rFonts w:ascii="Verdana" w:eastAsia="Verdana" w:hAnsi="Verdana" w:cs="Times New Roman"/>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rsidR="008918AC" w:rsidRPr="008D1D1C" w:rsidRDefault="008918AC" w:rsidP="00FC471E">
      <w:pPr>
        <w:numPr>
          <w:ilvl w:val="1"/>
          <w:numId w:val="16"/>
        </w:numPr>
        <w:tabs>
          <w:tab w:val="clear" w:pos="1191"/>
        </w:tabs>
        <w:spacing w:after="120"/>
        <w:ind w:left="1078" w:hanging="454"/>
        <w:rPr>
          <w:rFonts w:ascii="Verdana" w:eastAsia="Verdana" w:hAnsi="Verdana" w:cs="Times New Roman"/>
          <w:noProof/>
        </w:rPr>
      </w:pPr>
      <w:r w:rsidRPr="00DF2F2A">
        <w:rPr>
          <w:rFonts w:ascii="Verdana" w:eastAsia="Verdana" w:hAnsi="Verdana" w:cs="Times New Roman"/>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w:t>
      </w:r>
      <w:r w:rsidRPr="00DF2F2A">
        <w:rPr>
          <w:rFonts w:ascii="Verdana" w:eastAsia="Verdana" w:hAnsi="Verdana" w:cs="Times New Roman"/>
          <w:noProof/>
        </w:rPr>
        <w:lastRenderedPageBreak/>
        <w:t>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rsidR="008918AC" w:rsidRPr="008D1D1C" w:rsidRDefault="008918AC" w:rsidP="00FC471E">
      <w:pPr>
        <w:numPr>
          <w:ilvl w:val="1"/>
          <w:numId w:val="16"/>
        </w:numPr>
        <w:tabs>
          <w:tab w:val="clear" w:pos="1191"/>
        </w:tabs>
        <w:spacing w:after="120"/>
        <w:ind w:left="1078" w:hanging="454"/>
        <w:rPr>
          <w:rFonts w:ascii="Verdana" w:eastAsia="Verdana" w:hAnsi="Verdana" w:cs="Times New Roman"/>
          <w:noProof/>
        </w:rPr>
      </w:pPr>
      <w:r w:rsidRPr="008D1D1C">
        <w:rPr>
          <w:rFonts w:ascii="Verdana" w:eastAsia="Verdana" w:hAnsi="Verdana" w:cs="Times New Roman"/>
          <w:noProof/>
        </w:rPr>
        <w:t>Tato smlouva je vyhotovena v </w:t>
      </w:r>
      <w:r w:rsidR="00DF7AF6">
        <w:rPr>
          <w:rFonts w:ascii="Verdana" w:eastAsia="Verdana" w:hAnsi="Verdana" w:cs="Times New Roman"/>
          <w:noProof/>
          <w:highlight w:val="yellow"/>
        </w:rPr>
        <w:t>3 (třech</w:t>
      </w:r>
      <w:r w:rsidRPr="008D1D1C">
        <w:rPr>
          <w:rFonts w:ascii="Verdana" w:eastAsia="Verdana" w:hAnsi="Verdana" w:cs="Times New Roman"/>
          <w:noProof/>
          <w:highlight w:val="yellow"/>
        </w:rPr>
        <w:t>)</w:t>
      </w:r>
      <w:r w:rsidRPr="008D1D1C">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w:t>
      </w:r>
      <w:r w:rsidRPr="00FC471E">
        <w:rPr>
          <w:rFonts w:ascii="Verdana" w:eastAsia="Verdana" w:hAnsi="Verdana" w:cs="Times New Roman"/>
          <w:noProof/>
        </w:rPr>
        <w:t xml:space="preserve">obdrží </w:t>
      </w:r>
      <w:r w:rsidR="00073E3C" w:rsidRPr="00FC471E">
        <w:rPr>
          <w:rFonts w:ascii="Verdana" w:eastAsia="Verdana" w:hAnsi="Verdana" w:cs="Times New Roman"/>
          <w:noProof/>
        </w:rPr>
        <w:t>2</w:t>
      </w:r>
      <w:r w:rsidRPr="00FC471E">
        <w:rPr>
          <w:rFonts w:ascii="Verdana" w:eastAsia="Verdana" w:hAnsi="Verdana" w:cs="Times New Roman"/>
          <w:noProof/>
        </w:rPr>
        <w:t xml:space="preserve"> vyhotovení smlouvy</w:t>
      </w:r>
      <w:r w:rsidRPr="008D1D1C">
        <w:rPr>
          <w:rFonts w:ascii="Verdana" w:eastAsia="Verdana" w:hAnsi="Verdana" w:cs="Times New Roman"/>
          <w:noProof/>
        </w:rPr>
        <w:t xml:space="preserve"> a zhotovitel </w:t>
      </w:r>
      <w:r w:rsidR="00DF7AF6">
        <w:rPr>
          <w:rFonts w:ascii="Verdana" w:eastAsia="Verdana" w:hAnsi="Verdana" w:cs="Times New Roman"/>
          <w:noProof/>
          <w:highlight w:val="yellow"/>
        </w:rPr>
        <w:t>1</w:t>
      </w:r>
      <w:r w:rsidRPr="008D1D1C">
        <w:rPr>
          <w:rFonts w:ascii="Verdana" w:eastAsia="Verdana" w:hAnsi="Verdana" w:cs="Times New Roman"/>
          <w:noProof/>
        </w:rPr>
        <w:t xml:space="preserve"> vyhotovení smlouvy.</w:t>
      </w:r>
    </w:p>
    <w:p w:rsidR="008918AC" w:rsidRPr="00FC471E" w:rsidRDefault="008918AC" w:rsidP="00FC471E">
      <w:pPr>
        <w:numPr>
          <w:ilvl w:val="1"/>
          <w:numId w:val="16"/>
        </w:numPr>
        <w:tabs>
          <w:tab w:val="clear" w:pos="1191"/>
        </w:tabs>
        <w:spacing w:after="120"/>
        <w:ind w:left="1078" w:hanging="454"/>
        <w:rPr>
          <w:rFonts w:ascii="Verdana" w:eastAsia="Verdana" w:hAnsi="Verdana" w:cs="Times New Roman"/>
          <w:noProof/>
        </w:rPr>
      </w:pPr>
      <w:r w:rsidRPr="00FC471E">
        <w:rPr>
          <w:rFonts w:ascii="Verdana" w:eastAsia="Verdana" w:hAnsi="Verdana" w:cs="Times New Roman"/>
          <w:noProof/>
        </w:rPr>
        <w:t>Nedílnou součástí této smlouvy jsou přílohy číslo:</w:t>
      </w:r>
    </w:p>
    <w:p w:rsidR="00FC471E" w:rsidRPr="000334F4" w:rsidRDefault="00FC471E" w:rsidP="00FC471E">
      <w:pPr>
        <w:pStyle w:val="BodyText31"/>
        <w:numPr>
          <w:ilvl w:val="0"/>
          <w:numId w:val="35"/>
        </w:numPr>
        <w:tabs>
          <w:tab w:val="clear" w:pos="2268"/>
          <w:tab w:val="clear" w:pos="4536"/>
        </w:tabs>
        <w:ind w:left="1418"/>
        <w:jc w:val="left"/>
        <w:rPr>
          <w:rFonts w:asciiTheme="minorHAnsi" w:hAnsiTheme="minorHAnsi" w:cs="Times New Roman"/>
          <w:sz w:val="18"/>
          <w:szCs w:val="18"/>
        </w:rPr>
      </w:pPr>
      <w:r w:rsidRPr="000334F4">
        <w:rPr>
          <w:rFonts w:asciiTheme="minorHAnsi" w:hAnsiTheme="minorHAnsi" w:cs="Times New Roman"/>
          <w:sz w:val="18"/>
          <w:szCs w:val="18"/>
        </w:rPr>
        <w:t>Formulář nabídky</w:t>
      </w:r>
    </w:p>
    <w:p w:rsidR="00FC471E" w:rsidRDefault="00FC471E" w:rsidP="00FC471E">
      <w:pPr>
        <w:pStyle w:val="BodyText31"/>
        <w:numPr>
          <w:ilvl w:val="0"/>
          <w:numId w:val="35"/>
        </w:numPr>
        <w:tabs>
          <w:tab w:val="clear" w:pos="2268"/>
          <w:tab w:val="clear" w:pos="4536"/>
        </w:tabs>
        <w:ind w:left="1418"/>
        <w:jc w:val="left"/>
        <w:rPr>
          <w:rFonts w:asciiTheme="minorHAnsi" w:hAnsiTheme="minorHAnsi"/>
          <w:sz w:val="18"/>
          <w:szCs w:val="18"/>
        </w:rPr>
      </w:pPr>
      <w:r w:rsidRPr="000334F4">
        <w:rPr>
          <w:rFonts w:asciiTheme="minorHAnsi" w:hAnsiTheme="minorHAnsi"/>
          <w:sz w:val="18"/>
          <w:szCs w:val="18"/>
        </w:rPr>
        <w:t>Časový harmonogram prací</w:t>
      </w:r>
    </w:p>
    <w:p w:rsidR="00FC471E" w:rsidRPr="000334F4" w:rsidRDefault="00FC471E" w:rsidP="00FC471E">
      <w:pPr>
        <w:pStyle w:val="BodyText31"/>
        <w:numPr>
          <w:ilvl w:val="0"/>
          <w:numId w:val="35"/>
        </w:numPr>
        <w:tabs>
          <w:tab w:val="clear" w:pos="2268"/>
          <w:tab w:val="clear" w:pos="4536"/>
        </w:tabs>
        <w:ind w:left="1418"/>
        <w:jc w:val="left"/>
        <w:rPr>
          <w:rFonts w:asciiTheme="minorHAnsi" w:hAnsiTheme="minorHAnsi"/>
          <w:sz w:val="18"/>
          <w:szCs w:val="18"/>
        </w:rPr>
      </w:pPr>
      <w:r>
        <w:rPr>
          <w:rFonts w:asciiTheme="minorHAnsi" w:hAnsiTheme="minorHAnsi"/>
          <w:sz w:val="18"/>
          <w:szCs w:val="18"/>
        </w:rPr>
        <w:t>Soupis prací s výkazem výměr</w:t>
      </w:r>
    </w:p>
    <w:p w:rsidR="00FC471E" w:rsidRPr="000334F4" w:rsidRDefault="00FC471E" w:rsidP="00FC471E">
      <w:pPr>
        <w:pStyle w:val="BodyText31"/>
        <w:numPr>
          <w:ilvl w:val="0"/>
          <w:numId w:val="35"/>
        </w:numPr>
        <w:tabs>
          <w:tab w:val="clear" w:pos="2268"/>
          <w:tab w:val="clear" w:pos="4536"/>
        </w:tabs>
        <w:ind w:left="1418"/>
        <w:jc w:val="left"/>
        <w:rPr>
          <w:rFonts w:asciiTheme="minorHAnsi" w:hAnsiTheme="minorHAnsi"/>
          <w:sz w:val="18"/>
          <w:szCs w:val="18"/>
        </w:rPr>
      </w:pPr>
      <w:r w:rsidRPr="000334F4">
        <w:rPr>
          <w:rFonts w:asciiTheme="minorHAnsi" w:hAnsiTheme="minorHAnsi"/>
          <w:sz w:val="18"/>
          <w:szCs w:val="18"/>
        </w:rPr>
        <w:t>Nález podezřelého předmětu</w:t>
      </w:r>
    </w:p>
    <w:p w:rsidR="008918AC" w:rsidRPr="000B39E3"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rsidR="008918AC" w:rsidRPr="00FC471E" w:rsidRDefault="008918AC" w:rsidP="00FC471E">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rsidR="00FC471E" w:rsidRDefault="00FC471E" w:rsidP="008918AC">
      <w:pPr>
        <w:pStyle w:val="BodyText22"/>
        <w:widowControl/>
        <w:tabs>
          <w:tab w:val="clear" w:pos="2268"/>
          <w:tab w:val="center" w:pos="1418"/>
          <w:tab w:val="left" w:pos="5529"/>
        </w:tabs>
        <w:spacing w:before="480"/>
        <w:jc w:val="left"/>
        <w:rPr>
          <w:rFonts w:asciiTheme="minorHAnsi" w:hAnsiTheme="minorHAnsi"/>
          <w:b w:val="0"/>
          <w:sz w:val="18"/>
          <w:szCs w:val="18"/>
        </w:rPr>
      </w:pPr>
    </w:p>
    <w:p w:rsidR="008918AC" w:rsidRPr="000B39E3" w:rsidRDefault="008918AC" w:rsidP="008918AC">
      <w:pPr>
        <w:pStyle w:val="BodyText22"/>
        <w:widowControl/>
        <w:tabs>
          <w:tab w:val="clear" w:pos="2268"/>
          <w:tab w:val="center" w:pos="1418"/>
          <w:tab w:val="left" w:pos="5529"/>
        </w:tabs>
        <w:spacing w:before="480"/>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rsidR="008918AC" w:rsidRPr="000B39E3" w:rsidRDefault="008918AC" w:rsidP="008918AC">
      <w:pPr>
        <w:tabs>
          <w:tab w:val="center" w:pos="1418"/>
          <w:tab w:val="left" w:pos="5529"/>
          <w:tab w:val="center" w:pos="6379"/>
        </w:tabs>
      </w:pPr>
      <w:r w:rsidRPr="000B39E3">
        <w:t>ředitel</w:t>
      </w:r>
      <w:r w:rsidRPr="000B39E3">
        <w:tab/>
      </w:r>
    </w:p>
    <w:p w:rsidR="00FC471E" w:rsidRDefault="008918AC" w:rsidP="005226D9">
      <w:pPr>
        <w:tabs>
          <w:tab w:val="center" w:pos="1418"/>
          <w:tab w:val="left" w:pos="5529"/>
          <w:tab w:val="center" w:pos="6379"/>
        </w:tabs>
        <w:spacing w:after="0"/>
      </w:pPr>
      <w:r w:rsidRPr="000B39E3">
        <w:t>Oblastní ředitelství Praha</w:t>
      </w:r>
      <w:r w:rsidR="005226D9">
        <w:t>,</w:t>
      </w:r>
    </w:p>
    <w:p w:rsidR="005226D9" w:rsidRDefault="005226D9" w:rsidP="008918AC">
      <w:pPr>
        <w:tabs>
          <w:tab w:val="center" w:pos="1418"/>
          <w:tab w:val="left" w:pos="5529"/>
          <w:tab w:val="center" w:pos="6379"/>
        </w:tabs>
      </w:pPr>
      <w:r>
        <w:t>Správa železnic</w:t>
      </w:r>
    </w:p>
    <w:p w:rsidR="008918AC" w:rsidRDefault="008918AC" w:rsidP="008918AC">
      <w:pPr>
        <w:tabs>
          <w:tab w:val="center" w:pos="1418"/>
          <w:tab w:val="left" w:pos="5529"/>
          <w:tab w:val="center" w:pos="6379"/>
        </w:tabs>
      </w:pPr>
      <w:r w:rsidRPr="000B39E3">
        <w:tab/>
      </w:r>
    </w:p>
    <w:p w:rsidR="00FC471E" w:rsidRPr="000B39E3" w:rsidRDefault="00FC471E" w:rsidP="008918AC">
      <w:pPr>
        <w:tabs>
          <w:tab w:val="center" w:pos="1418"/>
          <w:tab w:val="left" w:pos="5529"/>
          <w:tab w:val="center" w:pos="6379"/>
        </w:tabs>
      </w:pPr>
    </w:p>
    <w:p w:rsidR="009F392E" w:rsidRPr="008918AC" w:rsidRDefault="008918AC" w:rsidP="00FC471E">
      <w:pPr>
        <w:pStyle w:val="Zkladntext2"/>
        <w:spacing w:before="240"/>
      </w:pPr>
      <w:r w:rsidRPr="000B39E3">
        <w:t>Tato smlouva byla uveřejněna prostřednictvím Registru smluv dne ……………….</w:t>
      </w:r>
    </w:p>
    <w:sectPr w:rsidR="009F392E" w:rsidRPr="008918AC"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0064" w:rsidRDefault="00CA0064" w:rsidP="00962258">
      <w:pPr>
        <w:spacing w:after="0" w:line="240" w:lineRule="auto"/>
      </w:pPr>
      <w:r>
        <w:separator/>
      </w:r>
    </w:p>
  </w:endnote>
  <w:endnote w:type="continuationSeparator" w:id="0">
    <w:p w:rsidR="00CA0064" w:rsidRDefault="00CA006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4E2F">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04E2F">
            <w:rPr>
              <w:rStyle w:val="slostrnky"/>
              <w:noProof/>
            </w:rPr>
            <w:t>11</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33AF94F4" wp14:editId="71F2345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6C2E44"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55340C" id="Straight Connector 2"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4E2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04E2F">
            <w:rPr>
              <w:rStyle w:val="slostrnky"/>
              <w:noProof/>
            </w:rPr>
            <w:t>11</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w:t>
          </w:r>
          <w:r w:rsidR="00F5558F">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F5558F">
            <w:t>O</w:t>
          </w:r>
          <w:r>
            <w:t>: 709 94 234 DIČ: CZ 709 94 234</w:t>
          </w:r>
        </w:p>
        <w:p w:rsidR="00F1715C" w:rsidRDefault="00604E2F" w:rsidP="00460660">
          <w:pPr>
            <w:pStyle w:val="Zpat"/>
          </w:pPr>
          <w:r>
            <w:t>www.spravazeleznic</w:t>
          </w:r>
          <w:r w:rsidR="00F1715C">
            <w:t>.cz</w:t>
          </w:r>
        </w:p>
      </w:tc>
      <w:tc>
        <w:tcPr>
          <w:tcW w:w="2921" w:type="dxa"/>
        </w:tcPr>
        <w:p w:rsidR="00604E2F" w:rsidRDefault="00604E2F" w:rsidP="00604E2F">
          <w:pPr>
            <w:pStyle w:val="Zpat"/>
          </w:pPr>
          <w:r>
            <w:t>Oblastní ředitelství Praha</w:t>
          </w:r>
        </w:p>
        <w:p w:rsidR="00604E2F" w:rsidRDefault="00604E2F" w:rsidP="00604E2F">
          <w:pPr>
            <w:pStyle w:val="Zpat"/>
          </w:pPr>
          <w:r>
            <w:t>Partyzánská 24</w:t>
          </w:r>
        </w:p>
        <w:p w:rsidR="00F1715C" w:rsidRDefault="00604E2F" w:rsidP="00604E2F">
          <w:pPr>
            <w:pStyle w:val="Zpat"/>
          </w:pPr>
          <w:r>
            <w:t>170 00 Praha 7 - Holešovice</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3877A9F" wp14:editId="5F7803F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6E5169"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1A3C411E" wp14:editId="149AEC7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A20A2D"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0064" w:rsidRDefault="00CA0064" w:rsidP="00962258">
      <w:pPr>
        <w:spacing w:after="0" w:line="240" w:lineRule="auto"/>
      </w:pPr>
      <w:r>
        <w:separator/>
      </w:r>
    </w:p>
  </w:footnote>
  <w:footnote w:type="continuationSeparator" w:id="0">
    <w:p w:rsidR="00CA0064" w:rsidRDefault="00CA006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59776" behindDoc="0" locked="1" layoutInCell="1" allowOverlap="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344B4C44"/>
    <w:multiLevelType w:val="multilevel"/>
    <w:tmpl w:val="CABE99FC"/>
    <w:numStyleLink w:val="ListNumbermultilevel"/>
  </w:abstractNum>
  <w:abstractNum w:abstractNumId="7" w15:restartNumberingAfterBreak="0">
    <w:nsid w:val="34EE549F"/>
    <w:multiLevelType w:val="multilevel"/>
    <w:tmpl w:val="CABE99FC"/>
    <w:numStyleLink w:val="ListNumbermultilevel"/>
  </w:abstractNum>
  <w:abstractNum w:abstractNumId="8"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9"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AAF0A8C"/>
    <w:multiLevelType w:val="multilevel"/>
    <w:tmpl w:val="0D34D660"/>
    <w:numStyleLink w:val="ListBulletmultilevel"/>
  </w:abstractNum>
  <w:abstractNum w:abstractNumId="12" w15:restartNumberingAfterBreak="0">
    <w:nsid w:val="74070991"/>
    <w:multiLevelType w:val="multilevel"/>
    <w:tmpl w:val="CABE99FC"/>
    <w:numStyleLink w:val="ListNumbermultilevel"/>
  </w:abstractNum>
  <w:num w:numId="1">
    <w:abstractNumId w:val="2"/>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3"/>
  </w:num>
  <w:num w:numId="6">
    <w:abstractNumId w:val="4"/>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
  </w:num>
  <w:num w:numId="12">
    <w:abstractNumId w:val="4"/>
  </w:num>
  <w:num w:numId="13">
    <w:abstractNumId w:val="4"/>
  </w:num>
  <w:num w:numId="14">
    <w:abstractNumId w:val="4"/>
  </w:num>
  <w:num w:numId="15">
    <w:abstractNumId w:val="4"/>
  </w:num>
  <w:num w:numId="16">
    <w:abstractNumId w:val="12"/>
  </w:num>
  <w:num w:numId="17">
    <w:abstractNumId w:val="2"/>
  </w:num>
  <w:num w:numId="18">
    <w:abstractNumId w:val="12"/>
  </w:num>
  <w:num w:numId="19">
    <w:abstractNumId w:val="12"/>
  </w:num>
  <w:num w:numId="20">
    <w:abstractNumId w:val="12"/>
  </w:num>
  <w:num w:numId="21">
    <w:abstractNumId w:val="12"/>
  </w:num>
  <w:num w:numId="22">
    <w:abstractNumId w:val="4"/>
  </w:num>
  <w:num w:numId="23">
    <w:abstractNumId w:val="1"/>
  </w:num>
  <w:num w:numId="24">
    <w:abstractNumId w:val="4"/>
  </w:num>
  <w:num w:numId="25">
    <w:abstractNumId w:val="4"/>
  </w:num>
  <w:num w:numId="26">
    <w:abstractNumId w:val="4"/>
  </w:num>
  <w:num w:numId="27">
    <w:abstractNumId w:val="4"/>
  </w:num>
  <w:num w:numId="28">
    <w:abstractNumId w:val="12"/>
  </w:num>
  <w:num w:numId="29">
    <w:abstractNumId w:val="2"/>
  </w:num>
  <w:num w:numId="30">
    <w:abstractNumId w:val="12"/>
  </w:num>
  <w:num w:numId="31">
    <w:abstractNumId w:val="12"/>
  </w:num>
  <w:num w:numId="32">
    <w:abstractNumId w:val="12"/>
  </w:num>
  <w:num w:numId="33">
    <w:abstractNumId w:val="12"/>
  </w:num>
  <w:num w:numId="34">
    <w:abstractNumId w:val="5"/>
  </w:num>
  <w:num w:numId="35">
    <w:abstractNumId w:val="10"/>
  </w:num>
  <w:num w:numId="36">
    <w:abstractNumId w:val="9"/>
  </w:num>
  <w:num w:numId="37">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DEB"/>
    <w:rsid w:val="00072C1E"/>
    <w:rsid w:val="00073E3C"/>
    <w:rsid w:val="000E23A7"/>
    <w:rsid w:val="0010693F"/>
    <w:rsid w:val="00114472"/>
    <w:rsid w:val="001550BC"/>
    <w:rsid w:val="001605B9"/>
    <w:rsid w:val="00170EC5"/>
    <w:rsid w:val="001747C1"/>
    <w:rsid w:val="00184743"/>
    <w:rsid w:val="00207DF5"/>
    <w:rsid w:val="00280E07"/>
    <w:rsid w:val="002C31BF"/>
    <w:rsid w:val="002D08B1"/>
    <w:rsid w:val="002E0CD7"/>
    <w:rsid w:val="00341DCF"/>
    <w:rsid w:val="00357BC6"/>
    <w:rsid w:val="0036366B"/>
    <w:rsid w:val="00383C29"/>
    <w:rsid w:val="003956C6"/>
    <w:rsid w:val="00441430"/>
    <w:rsid w:val="00450F07"/>
    <w:rsid w:val="00453CD3"/>
    <w:rsid w:val="00460660"/>
    <w:rsid w:val="00486107"/>
    <w:rsid w:val="00490DCC"/>
    <w:rsid w:val="00491827"/>
    <w:rsid w:val="004B348C"/>
    <w:rsid w:val="004C4399"/>
    <w:rsid w:val="004C70A8"/>
    <w:rsid w:val="004C787C"/>
    <w:rsid w:val="004E143C"/>
    <w:rsid w:val="004E3A53"/>
    <w:rsid w:val="004F20BC"/>
    <w:rsid w:val="004F4B9B"/>
    <w:rsid w:val="004F69EA"/>
    <w:rsid w:val="00511AB9"/>
    <w:rsid w:val="005226D9"/>
    <w:rsid w:val="00523EA7"/>
    <w:rsid w:val="00553375"/>
    <w:rsid w:val="005556E1"/>
    <w:rsid w:val="00557C28"/>
    <w:rsid w:val="005736B7"/>
    <w:rsid w:val="00575E5A"/>
    <w:rsid w:val="005F1404"/>
    <w:rsid w:val="00604E2F"/>
    <w:rsid w:val="00610143"/>
    <w:rsid w:val="0061068E"/>
    <w:rsid w:val="006538B2"/>
    <w:rsid w:val="00655E39"/>
    <w:rsid w:val="00660AD3"/>
    <w:rsid w:val="00677B7F"/>
    <w:rsid w:val="006A3F87"/>
    <w:rsid w:val="006A5570"/>
    <w:rsid w:val="006A689C"/>
    <w:rsid w:val="006B3D79"/>
    <w:rsid w:val="006D7AFE"/>
    <w:rsid w:val="006E0578"/>
    <w:rsid w:val="006E314D"/>
    <w:rsid w:val="00710723"/>
    <w:rsid w:val="00723ED1"/>
    <w:rsid w:val="00727512"/>
    <w:rsid w:val="00743525"/>
    <w:rsid w:val="0076286B"/>
    <w:rsid w:val="00766846"/>
    <w:rsid w:val="0077673A"/>
    <w:rsid w:val="007846E1"/>
    <w:rsid w:val="007B570C"/>
    <w:rsid w:val="007C589B"/>
    <w:rsid w:val="007E4A6E"/>
    <w:rsid w:val="007F56A7"/>
    <w:rsid w:val="00807DD0"/>
    <w:rsid w:val="00830F2E"/>
    <w:rsid w:val="008659F3"/>
    <w:rsid w:val="00886D4B"/>
    <w:rsid w:val="008918AC"/>
    <w:rsid w:val="00895406"/>
    <w:rsid w:val="008A3568"/>
    <w:rsid w:val="008B7C28"/>
    <w:rsid w:val="008D03B9"/>
    <w:rsid w:val="008F18D6"/>
    <w:rsid w:val="008F2A0D"/>
    <w:rsid w:val="00901A6D"/>
    <w:rsid w:val="00904780"/>
    <w:rsid w:val="00922385"/>
    <w:rsid w:val="009223DF"/>
    <w:rsid w:val="00923DE9"/>
    <w:rsid w:val="00936091"/>
    <w:rsid w:val="00940D8A"/>
    <w:rsid w:val="00940D8E"/>
    <w:rsid w:val="00962258"/>
    <w:rsid w:val="009678B7"/>
    <w:rsid w:val="009833E1"/>
    <w:rsid w:val="00992D9C"/>
    <w:rsid w:val="00996CB8"/>
    <w:rsid w:val="009B14A9"/>
    <w:rsid w:val="009B2E97"/>
    <w:rsid w:val="009E07F4"/>
    <w:rsid w:val="009F3193"/>
    <w:rsid w:val="009F392E"/>
    <w:rsid w:val="00A6177B"/>
    <w:rsid w:val="00A66136"/>
    <w:rsid w:val="00A831AF"/>
    <w:rsid w:val="00AA4CBB"/>
    <w:rsid w:val="00AA65FA"/>
    <w:rsid w:val="00AA7351"/>
    <w:rsid w:val="00AD056F"/>
    <w:rsid w:val="00AD6731"/>
    <w:rsid w:val="00B15D0D"/>
    <w:rsid w:val="00B33895"/>
    <w:rsid w:val="00B75EE1"/>
    <w:rsid w:val="00B77481"/>
    <w:rsid w:val="00B8518B"/>
    <w:rsid w:val="00BD7E91"/>
    <w:rsid w:val="00C02D0A"/>
    <w:rsid w:val="00C03A6E"/>
    <w:rsid w:val="00C44F6A"/>
    <w:rsid w:val="00C47AE3"/>
    <w:rsid w:val="00C754C1"/>
    <w:rsid w:val="00CA0064"/>
    <w:rsid w:val="00CD1FC4"/>
    <w:rsid w:val="00D21061"/>
    <w:rsid w:val="00D4108E"/>
    <w:rsid w:val="00D6163D"/>
    <w:rsid w:val="00D65DEB"/>
    <w:rsid w:val="00D73D46"/>
    <w:rsid w:val="00D831A3"/>
    <w:rsid w:val="00DA64F1"/>
    <w:rsid w:val="00DC75F3"/>
    <w:rsid w:val="00DD46F3"/>
    <w:rsid w:val="00DE56F2"/>
    <w:rsid w:val="00DF116D"/>
    <w:rsid w:val="00DF2F2A"/>
    <w:rsid w:val="00DF7AF6"/>
    <w:rsid w:val="00EB104F"/>
    <w:rsid w:val="00EB37AA"/>
    <w:rsid w:val="00EB7C01"/>
    <w:rsid w:val="00ED14BD"/>
    <w:rsid w:val="00F0533E"/>
    <w:rsid w:val="00F1048D"/>
    <w:rsid w:val="00F12DEC"/>
    <w:rsid w:val="00F1715C"/>
    <w:rsid w:val="00F310F8"/>
    <w:rsid w:val="00F35939"/>
    <w:rsid w:val="00F45607"/>
    <w:rsid w:val="00F5558F"/>
    <w:rsid w:val="00F659EB"/>
    <w:rsid w:val="00F70817"/>
    <w:rsid w:val="00F86BA6"/>
    <w:rsid w:val="00FC471E"/>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D189270"/>
  <w14:defaultImageDpi w14:val="32767"/>
  <w15:docId w15:val="{E7D37A65-72C6-4534-A2AE-F87916024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uiPriority w:val="99"/>
    <w:semiHidden/>
    <w:unhideWhenUsed/>
    <w:rsid w:val="00901A6D"/>
    <w:rPr>
      <w:sz w:val="16"/>
      <w:szCs w:val="16"/>
    </w:rPr>
  </w:style>
  <w:style w:type="paragraph" w:styleId="Textkomente">
    <w:name w:val="annotation text"/>
    <w:basedOn w:val="Normln"/>
    <w:link w:val="TextkomenteChar"/>
    <w:uiPriority w:val="99"/>
    <w:semiHidden/>
    <w:unhideWhenUsed/>
    <w:rsid w:val="00901A6D"/>
    <w:pPr>
      <w:spacing w:line="240" w:lineRule="auto"/>
    </w:pPr>
    <w:rPr>
      <w:sz w:val="20"/>
      <w:szCs w:val="20"/>
    </w:rPr>
  </w:style>
  <w:style w:type="character" w:customStyle="1" w:styleId="TextkomenteChar">
    <w:name w:val="Text komentáře Char"/>
    <w:basedOn w:val="Standardnpsmoodstavce"/>
    <w:link w:val="Textkomente"/>
    <w:uiPriority w:val="99"/>
    <w:semiHidden/>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7323191">
      <w:bodyDiv w:val="1"/>
      <w:marLeft w:val="0"/>
      <w:marRight w:val="0"/>
      <w:marTop w:val="0"/>
      <w:marBottom w:val="0"/>
      <w:divBdr>
        <w:top w:val="none" w:sz="0" w:space="0" w:color="auto"/>
        <w:left w:val="none" w:sz="0" w:space="0" w:color="auto"/>
        <w:bottom w:val="none" w:sz="0" w:space="0" w:color="auto"/>
        <w:right w:val="none" w:sz="0" w:space="0" w:color="auto"/>
      </w:divBdr>
      <w:divsChild>
        <w:div w:id="10713172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23BEEB0A-FE77-4C52-B98F-7CD3C602ED0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6017C63-3FD6-484A-BAE3-7EA62CE92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72</TotalTime>
  <Pages>11</Pages>
  <Words>4434</Words>
  <Characters>26166</Characters>
  <Application>Microsoft Office Word</Application>
  <DocSecurity>0</DocSecurity>
  <Lines>218</Lines>
  <Paragraphs>61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30539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Marešková Barbora, Ing.</cp:lastModifiedBy>
  <cp:revision>17</cp:revision>
  <cp:lastPrinted>2020-05-05T08:27:00Z</cp:lastPrinted>
  <dcterms:created xsi:type="dcterms:W3CDTF">2020-04-21T12:41:00Z</dcterms:created>
  <dcterms:modified xsi:type="dcterms:W3CDTF">2020-09-07T07:13:00Z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